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0"/>
      </w:tblGrid>
      <w:tr w:rsidR="00CC149F" w:rsidRPr="00421413" w14:paraId="6AA3F5CE" w14:textId="77777777" w:rsidTr="00F6589E">
        <w:trPr>
          <w:trHeight w:val="10246"/>
        </w:trPr>
        <w:tc>
          <w:tcPr>
            <w:tcW w:w="10485" w:type="dxa"/>
            <w:tcBorders>
              <w:top w:val="nil"/>
              <w:left w:val="nil"/>
              <w:bottom w:val="nil"/>
              <w:right w:val="nil"/>
            </w:tcBorders>
          </w:tcPr>
          <w:p w14:paraId="4923EEE0" w14:textId="3961DC28"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Pictur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DEFDB07"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7F7E2BC0"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BF0096">
              <w:rPr>
                <w:rFonts w:ascii="Arial Narrow" w:hAnsi="Arial Narrow" w:hint="cs"/>
                <w:bCs/>
                <w:rtl/>
                <w:lang w:bidi="ar-JO"/>
              </w:rPr>
              <w:t>محلية</w:t>
            </w:r>
            <w:r w:rsidRPr="00CF23E2">
              <w:rPr>
                <w:rFonts w:ascii="Arial Narrow" w:hAnsi="Arial Narrow"/>
                <w:bCs/>
                <w:rtl/>
                <w:lang w:bidi="ar-JO"/>
              </w:rPr>
              <w:t xml:space="preserve"> -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40B97F25" w14:textId="20FEF052" w:rsidR="003804EE" w:rsidRDefault="00AD1421" w:rsidP="00291D72">
            <w:pPr>
              <w:jc w:val="center"/>
              <w:rPr>
                <w:rFonts w:ascii="Arial Narrow" w:hAnsi="Arial Narrow" w:cs="Calibri"/>
                <w:b/>
                <w:color w:val="0070C0"/>
                <w:sz w:val="22"/>
                <w:szCs w:val="22"/>
                <w:u w:val="single"/>
              </w:rPr>
            </w:pPr>
            <w:r w:rsidRPr="00AD1421">
              <w:rPr>
                <w:rFonts w:ascii="Arial Narrow" w:hAnsi="Arial Narrow" w:cs="Calibri"/>
                <w:b/>
                <w:color w:val="0070C0"/>
                <w:sz w:val="22"/>
                <w:szCs w:val="22"/>
                <w:u w:val="single"/>
              </w:rPr>
              <w:t xml:space="preserve">T/15GDKA4ZDCH/Cholera HKs /North/LOG/SAD &amp; </w:t>
            </w:r>
            <w:proofErr w:type="spellStart"/>
            <w:r w:rsidRPr="00AD1421">
              <w:rPr>
                <w:rFonts w:ascii="Arial Narrow" w:hAnsi="Arial Narrow" w:cs="Calibri"/>
                <w:b/>
                <w:color w:val="0070C0"/>
                <w:sz w:val="22"/>
                <w:szCs w:val="22"/>
                <w:u w:val="single"/>
              </w:rPr>
              <w:t>Aljawf</w:t>
            </w:r>
            <w:proofErr w:type="spellEnd"/>
            <w:r w:rsidRPr="00AD1421">
              <w:rPr>
                <w:rFonts w:ascii="Arial Narrow" w:hAnsi="Arial Narrow" w:cs="Calibri"/>
                <w:b/>
                <w:color w:val="0070C0"/>
                <w:sz w:val="22"/>
                <w:szCs w:val="22"/>
                <w:u w:val="single"/>
              </w:rPr>
              <w:t>/YEM/</w:t>
            </w:r>
            <w:r w:rsidR="00DC348F">
              <w:rPr>
                <w:rFonts w:ascii="Arial Narrow" w:hAnsi="Arial Narrow" w:cs="Calibri"/>
                <w:b/>
                <w:color w:val="0070C0"/>
                <w:sz w:val="22"/>
                <w:szCs w:val="22"/>
                <w:u w:val="single"/>
              </w:rPr>
              <w:t>18</w:t>
            </w:r>
            <w:r w:rsidRPr="00AD1421">
              <w:rPr>
                <w:rFonts w:ascii="Arial Narrow" w:hAnsi="Arial Narrow" w:cs="Calibri"/>
                <w:b/>
                <w:color w:val="0070C0"/>
                <w:sz w:val="22"/>
                <w:szCs w:val="22"/>
                <w:u w:val="single"/>
              </w:rPr>
              <w:t>-01-2026/001</w:t>
            </w:r>
          </w:p>
          <w:p w14:paraId="6D2C1B46" w14:textId="77777777" w:rsidR="00AD1421" w:rsidRPr="009D7BF5" w:rsidRDefault="00AD1421" w:rsidP="00ED51CD">
            <w:pPr>
              <w:rPr>
                <w:rFonts w:ascii="Arial Narrow" w:hAnsi="Arial Narrow" w:cstheme="minorHAnsi"/>
                <w:bCs/>
                <w:sz w:val="22"/>
                <w:szCs w:val="22"/>
              </w:rPr>
            </w:pPr>
          </w:p>
          <w:p w14:paraId="2CFB8310" w14:textId="20D4C311" w:rsidR="00AC5B67" w:rsidRPr="00ED51CD" w:rsidRDefault="00AC5B67" w:rsidP="00AC5B67">
            <w:pPr>
              <w:jc w:val="center"/>
              <w:rPr>
                <w:rFonts w:ascii="Arial Narrow" w:hAnsi="Arial Narrow" w:cs="Arial"/>
                <w:b/>
                <w:sz w:val="22"/>
                <w:szCs w:val="22"/>
              </w:rPr>
            </w:pPr>
            <w:bookmarkStart w:id="0" w:name="_Hlk93647517"/>
            <w:r w:rsidRPr="00ED51CD">
              <w:rPr>
                <w:rFonts w:ascii="Arial Narrow" w:hAnsi="Arial Narrow" w:cs="Arial"/>
                <w:b/>
                <w:sz w:val="22"/>
                <w:szCs w:val="22"/>
              </w:rPr>
              <w:t>ACTED</w:t>
            </w:r>
            <w:r w:rsidR="006C6261" w:rsidRPr="00ED51CD">
              <w:rPr>
                <w:rFonts w:ascii="Arial Narrow" w:hAnsi="Arial Narrow" w:cs="Arial"/>
                <w:b/>
                <w:sz w:val="22"/>
                <w:szCs w:val="22"/>
              </w:rPr>
              <w:t xml:space="preserve"> Yemen </w:t>
            </w:r>
            <w:r w:rsidRPr="00ED51CD">
              <w:rPr>
                <w:rFonts w:ascii="Arial Narrow" w:hAnsi="Arial Narrow" w:cs="Arial"/>
                <w:b/>
                <w:sz w:val="22"/>
                <w:szCs w:val="22"/>
              </w:rPr>
              <w:t xml:space="preserve">is inviting suppliers to submit an </w:t>
            </w:r>
            <w:r w:rsidR="00ED51CD" w:rsidRPr="00ED51CD">
              <w:rPr>
                <w:rFonts w:ascii="Arial Narrow" w:hAnsi="Arial Narrow" w:cs="Arial"/>
                <w:b/>
                <w:sz w:val="22"/>
                <w:szCs w:val="22"/>
              </w:rPr>
              <w:t xml:space="preserve">offer for:  </w:t>
            </w:r>
          </w:p>
          <w:bookmarkEnd w:id="0"/>
          <w:p w14:paraId="47DFCE1C" w14:textId="77777777" w:rsidR="00AC5B67" w:rsidRPr="00C64B11" w:rsidRDefault="00AC5B67" w:rsidP="00AC5B67">
            <w:pPr>
              <w:jc w:val="both"/>
              <w:rPr>
                <w:rFonts w:ascii="Arial Narrow" w:hAnsi="Arial Narrow" w:cs="Arial"/>
                <w:bCs/>
                <w:sz w:val="22"/>
                <w:szCs w:val="22"/>
              </w:rPr>
            </w:pPr>
          </w:p>
          <w:p w14:paraId="262AB324" w14:textId="36053925" w:rsidR="003828EC" w:rsidRDefault="00C81595" w:rsidP="008A3A38">
            <w:pPr>
              <w:jc w:val="center"/>
              <w:rPr>
                <w:rFonts w:ascii="Arial Narrow" w:hAnsi="Arial Narrow" w:cs="Calibri"/>
                <w:b/>
                <w:color w:val="0070C0"/>
                <w:sz w:val="22"/>
                <w:szCs w:val="22"/>
                <w:u w:val="single"/>
              </w:rPr>
            </w:pPr>
            <w:bookmarkStart w:id="1" w:name="_Hlk89772339"/>
            <w:r w:rsidRPr="00C81595">
              <w:rPr>
                <w:rFonts w:ascii="Arial Narrow" w:hAnsi="Arial Narrow" w:cs="Calibri"/>
                <w:b/>
                <w:color w:val="0070C0"/>
                <w:sz w:val="22"/>
                <w:szCs w:val="22"/>
                <w:u w:val="single"/>
              </w:rPr>
              <w:t xml:space="preserve">Supply and Distribution of 3000 Cholera Hygiene Kits in Saadah and </w:t>
            </w:r>
            <w:proofErr w:type="spellStart"/>
            <w:r w:rsidRPr="00C81595">
              <w:rPr>
                <w:rFonts w:ascii="Arial Narrow" w:hAnsi="Arial Narrow" w:cs="Calibri"/>
                <w:b/>
                <w:color w:val="0070C0"/>
                <w:sz w:val="22"/>
                <w:szCs w:val="22"/>
                <w:u w:val="single"/>
              </w:rPr>
              <w:t>Aljawf</w:t>
            </w:r>
            <w:proofErr w:type="spellEnd"/>
            <w:r w:rsidRPr="00C81595">
              <w:rPr>
                <w:rFonts w:ascii="Arial Narrow" w:hAnsi="Arial Narrow" w:cs="Calibri"/>
                <w:b/>
                <w:color w:val="0070C0"/>
                <w:sz w:val="22"/>
                <w:szCs w:val="22"/>
                <w:u w:val="single"/>
              </w:rPr>
              <w:t xml:space="preserve"> </w:t>
            </w:r>
          </w:p>
          <w:p w14:paraId="5AD29F27" w14:textId="77777777" w:rsidR="00C81595" w:rsidRPr="00992533" w:rsidRDefault="00C81595" w:rsidP="008A3A38">
            <w:pPr>
              <w:jc w:val="center"/>
              <w:rPr>
                <w:rFonts w:ascii="Arial Narrow" w:hAnsi="Arial Narrow" w:cs="Arial"/>
                <w:b/>
                <w:sz w:val="22"/>
                <w:szCs w:val="22"/>
                <w:u w:val="single"/>
              </w:rPr>
            </w:pPr>
          </w:p>
          <w:p w14:paraId="65B1479D" w14:textId="6A89766D" w:rsidR="008A3A38" w:rsidRDefault="008A3A38" w:rsidP="008A3A38">
            <w:pPr>
              <w:jc w:val="center"/>
              <w:rPr>
                <w:rFonts w:ascii="Arial Narrow" w:hAnsi="Arial Narrow"/>
                <w:bCs/>
                <w:sz w:val="22"/>
                <w:szCs w:val="22"/>
                <w:rtl/>
              </w:rPr>
            </w:pPr>
            <w:r w:rsidRPr="00D53ED5">
              <w:rPr>
                <w:rFonts w:ascii="Arial Narrow" w:hAnsi="Arial Narrow"/>
                <w:bCs/>
                <w:sz w:val="22"/>
                <w:szCs w:val="22"/>
                <w:rtl/>
              </w:rPr>
              <w:t>منظمة أكتد (وكالة التعاون التقني والتنمية) تدعوا الموردين المتخصصين لتقديم عروضهم</w:t>
            </w:r>
            <w:r w:rsidR="003828EC">
              <w:rPr>
                <w:rFonts w:ascii="Arial Narrow" w:hAnsi="Arial Narrow" w:hint="cs"/>
                <w:bCs/>
                <w:sz w:val="22"/>
                <w:szCs w:val="22"/>
                <w:rtl/>
              </w:rPr>
              <w:t xml:space="preserve"> لـ</w:t>
            </w:r>
            <w:r>
              <w:rPr>
                <w:rFonts w:ascii="Arial Narrow" w:hAnsi="Arial Narrow" w:hint="cs"/>
                <w:bCs/>
                <w:sz w:val="22"/>
                <w:szCs w:val="22"/>
                <w:rtl/>
              </w:rPr>
              <w:t>:</w:t>
            </w:r>
          </w:p>
          <w:p w14:paraId="670B8673" w14:textId="77777777" w:rsidR="001A56F1" w:rsidRDefault="001A56F1" w:rsidP="007D7D7A">
            <w:pPr>
              <w:jc w:val="center"/>
              <w:rPr>
                <w:rFonts w:ascii="Arial Narrow" w:hAnsi="Arial Narrow" w:cs="Calibri"/>
                <w:bCs/>
                <w:sz w:val="22"/>
                <w:szCs w:val="22"/>
              </w:rPr>
            </w:pPr>
          </w:p>
          <w:p w14:paraId="2969DAB1" w14:textId="016E0142" w:rsidR="003828EC" w:rsidRDefault="00E90D8F" w:rsidP="003828EC">
            <w:pPr>
              <w:jc w:val="center"/>
              <w:rPr>
                <w:rFonts w:ascii="Arial Narrow" w:hAnsi="Arial Narrow" w:cs="Calibri"/>
                <w:bCs/>
                <w:color w:val="0070C0"/>
                <w:sz w:val="22"/>
                <w:szCs w:val="22"/>
                <w:u w:val="single"/>
              </w:rPr>
            </w:pPr>
            <w:r w:rsidRPr="00E90D8F">
              <w:rPr>
                <w:rFonts w:ascii="Arial Narrow" w:hAnsi="Arial Narrow" w:cs="Calibri"/>
                <w:bCs/>
                <w:color w:val="0070C0"/>
                <w:sz w:val="22"/>
                <w:szCs w:val="22"/>
                <w:u w:val="single"/>
                <w:rtl/>
              </w:rPr>
              <w:t>توريد وتوزيع عدد 3000 حقيبة نظافة كوليرا في صعدة والجوف</w:t>
            </w:r>
          </w:p>
          <w:p w14:paraId="04A2AB02" w14:textId="77777777" w:rsidR="00E90D8F" w:rsidRDefault="00E90D8F" w:rsidP="003828EC">
            <w:pPr>
              <w:jc w:val="center"/>
              <w:rPr>
                <w:rFonts w:ascii="Arial Narrow" w:hAnsi="Arial Narrow" w:cs="Calibri"/>
                <w:bCs/>
                <w:sz w:val="22"/>
                <w:szCs w:val="22"/>
                <w:u w:val="single"/>
                <w:rtl/>
              </w:rPr>
            </w:pPr>
          </w:p>
          <w:tbl>
            <w:tblPr>
              <w:tblW w:w="10324" w:type="dxa"/>
              <w:tblLook w:val="04A0" w:firstRow="1" w:lastRow="0" w:firstColumn="1" w:lastColumn="0" w:noHBand="0" w:noVBand="1"/>
            </w:tblPr>
            <w:tblGrid>
              <w:gridCol w:w="954"/>
              <w:gridCol w:w="2624"/>
              <w:gridCol w:w="5579"/>
              <w:gridCol w:w="1167"/>
            </w:tblGrid>
            <w:tr w:rsidR="00532431" w:rsidRPr="00C118DF" w14:paraId="0A9252B6" w14:textId="77777777" w:rsidTr="00532431">
              <w:trPr>
                <w:trHeight w:val="153"/>
              </w:trPr>
              <w:tc>
                <w:tcPr>
                  <w:tcW w:w="462"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F930F24" w14:textId="77777777" w:rsidR="00532431" w:rsidRPr="00B86F4E" w:rsidRDefault="00532431" w:rsidP="00DC348F">
                  <w:pPr>
                    <w:framePr w:hSpace="180" w:wrap="around" w:vAnchor="page" w:hAnchor="page" w:x="606" w:y="539"/>
                    <w:jc w:val="center"/>
                    <w:rPr>
                      <w:rFonts w:ascii="Arial Narrow" w:hAnsi="Arial Narrow" w:cs="Arial"/>
                      <w:b/>
                      <w:color w:val="FFFFFF" w:themeColor="background1"/>
                      <w:lang w:bidi="ar-JO"/>
                    </w:rPr>
                  </w:pPr>
                  <w:r w:rsidRPr="00B86F4E">
                    <w:rPr>
                      <w:rFonts w:ascii="Arial Narrow" w:hAnsi="Arial Narrow" w:cs="Arial"/>
                      <w:b/>
                      <w:color w:val="FFFFFF" w:themeColor="background1"/>
                      <w:lang w:bidi="ar-JO"/>
                    </w:rPr>
                    <w:t>Lot</w:t>
                  </w:r>
                </w:p>
                <w:p w14:paraId="3337B946" w14:textId="17B88244" w:rsidR="00532431" w:rsidRPr="00267783" w:rsidRDefault="00532431" w:rsidP="00DC348F">
                  <w:pPr>
                    <w:framePr w:hSpace="180" w:wrap="around" w:vAnchor="page" w:hAnchor="page" w:x="606" w:y="539"/>
                    <w:jc w:val="center"/>
                    <w:rPr>
                      <w:rFonts w:ascii="Arial Narrow" w:hAnsi="Arial Narrow" w:cs="Arial"/>
                      <w:b/>
                      <w:color w:val="FFFFFF" w:themeColor="background1"/>
                      <w:sz w:val="22"/>
                      <w:szCs w:val="22"/>
                      <w:rtl/>
                    </w:rPr>
                  </w:pPr>
                  <w:r w:rsidRPr="00B86F4E">
                    <w:rPr>
                      <w:rFonts w:ascii="Arial Narrow" w:hAnsi="Arial Narrow" w:cs="Arial" w:hint="cs"/>
                      <w:b/>
                      <w:color w:val="FFFFFF" w:themeColor="background1"/>
                      <w:rtl/>
                    </w:rPr>
                    <w:t>المجموعة</w:t>
                  </w:r>
                </w:p>
              </w:tc>
              <w:tc>
                <w:tcPr>
                  <w:tcW w:w="1271"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F98AAED" w14:textId="77777777" w:rsidR="00532431" w:rsidRPr="00B86F4E" w:rsidRDefault="00532431" w:rsidP="00DC348F">
                  <w:pPr>
                    <w:framePr w:hSpace="180" w:wrap="around" w:vAnchor="page" w:hAnchor="page" w:x="606" w:y="539"/>
                    <w:jc w:val="center"/>
                    <w:rPr>
                      <w:rFonts w:ascii="Arial Narrow" w:hAnsi="Arial Narrow" w:cs="Arial"/>
                      <w:b/>
                      <w:color w:val="FFFFFF" w:themeColor="background1"/>
                      <w:rtl/>
                    </w:rPr>
                  </w:pPr>
                  <w:r w:rsidRPr="00B86F4E">
                    <w:rPr>
                      <w:rFonts w:ascii="Arial Narrow" w:hAnsi="Arial Narrow" w:cs="Arial"/>
                      <w:b/>
                      <w:color w:val="FFFFFF" w:themeColor="background1"/>
                    </w:rPr>
                    <w:t xml:space="preserve">Description </w:t>
                  </w:r>
                </w:p>
                <w:p w14:paraId="4B60BE46" w14:textId="0EE20C3C" w:rsidR="00532431" w:rsidRPr="00267783" w:rsidRDefault="00532431" w:rsidP="00DC348F">
                  <w:pPr>
                    <w:framePr w:hSpace="180" w:wrap="around" w:vAnchor="page" w:hAnchor="page" w:x="606" w:y="539"/>
                    <w:jc w:val="center"/>
                    <w:rPr>
                      <w:rFonts w:ascii="Arial Narrow" w:hAnsi="Arial Narrow" w:cs="Arial"/>
                      <w:b/>
                      <w:color w:val="FFFFFF" w:themeColor="background1"/>
                      <w:sz w:val="22"/>
                      <w:szCs w:val="22"/>
                    </w:rPr>
                  </w:pPr>
                  <w:r w:rsidRPr="00B86F4E">
                    <w:rPr>
                      <w:rFonts w:ascii="Arial Narrow" w:hAnsi="Arial Narrow" w:cs="Arial" w:hint="eastAsia"/>
                      <w:b/>
                      <w:color w:val="FFFFFF" w:themeColor="background1"/>
                      <w:rtl/>
                    </w:rPr>
                    <w:t>الوصف</w:t>
                  </w:r>
                </w:p>
              </w:tc>
              <w:tc>
                <w:tcPr>
                  <w:tcW w:w="2702"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0AD0711" w14:textId="77777777" w:rsidR="00532431" w:rsidRPr="00305FC8" w:rsidRDefault="00532431" w:rsidP="00DC348F">
                  <w:pPr>
                    <w:framePr w:hSpace="180" w:wrap="around" w:vAnchor="page" w:hAnchor="page" w:x="606" w:y="539"/>
                    <w:jc w:val="center"/>
                    <w:rPr>
                      <w:rFonts w:ascii="Arial Narrow" w:hAnsi="Arial Narrow" w:cs="Arial"/>
                      <w:b/>
                      <w:color w:val="FFFFFF" w:themeColor="background1"/>
                      <w:sz w:val="20"/>
                      <w:szCs w:val="20"/>
                      <w:rtl/>
                    </w:rPr>
                  </w:pPr>
                </w:p>
                <w:p w14:paraId="78F4F5F5" w14:textId="77777777" w:rsidR="00532431" w:rsidRPr="00305FC8" w:rsidRDefault="00532431" w:rsidP="00DC348F">
                  <w:pPr>
                    <w:framePr w:hSpace="180" w:wrap="around" w:vAnchor="page" w:hAnchor="page" w:x="606" w:y="539"/>
                    <w:jc w:val="center"/>
                    <w:rPr>
                      <w:sz w:val="20"/>
                      <w:szCs w:val="20"/>
                    </w:rPr>
                  </w:pPr>
                  <w:r w:rsidRPr="00305FC8">
                    <w:rPr>
                      <w:rFonts w:ascii="Arial Narrow" w:eastAsia="Arial Narrow" w:hAnsi="Arial Narrow" w:cs="Arial Narrow"/>
                      <w:b/>
                      <w:bCs/>
                      <w:color w:val="FFFFFF" w:themeColor="background1"/>
                      <w:sz w:val="20"/>
                      <w:szCs w:val="20"/>
                    </w:rPr>
                    <w:t>Delivery Conditions</w:t>
                  </w:r>
                </w:p>
                <w:p w14:paraId="44838B16" w14:textId="688CAF96" w:rsidR="00532431" w:rsidRPr="00267783" w:rsidRDefault="00532431" w:rsidP="00DC348F">
                  <w:pPr>
                    <w:framePr w:hSpace="180" w:wrap="around" w:vAnchor="page" w:hAnchor="page" w:x="606" w:y="539"/>
                    <w:jc w:val="center"/>
                    <w:rPr>
                      <w:rFonts w:ascii="Arial Narrow" w:hAnsi="Arial Narrow" w:cs="Arial"/>
                      <w:b/>
                      <w:color w:val="FFFFFF" w:themeColor="background1"/>
                      <w:sz w:val="22"/>
                      <w:szCs w:val="22"/>
                    </w:rPr>
                  </w:pPr>
                  <w:r w:rsidRPr="00305FC8">
                    <w:rPr>
                      <w:rFonts w:ascii="Arial" w:eastAsia="Arial" w:hAnsi="Arial" w:cs="Arial"/>
                      <w:color w:val="FFFFFF" w:themeColor="background1"/>
                      <w:sz w:val="20"/>
                      <w:szCs w:val="20"/>
                      <w:rtl/>
                    </w:rPr>
                    <w:t>شروط التوصيل</w:t>
                  </w:r>
                </w:p>
              </w:tc>
              <w:tc>
                <w:tcPr>
                  <w:tcW w:w="565"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F39BE10" w14:textId="77777777" w:rsidR="00532431" w:rsidRPr="00305FC8" w:rsidRDefault="00532431" w:rsidP="00DC348F">
                  <w:pPr>
                    <w:framePr w:hSpace="180" w:wrap="around" w:vAnchor="page" w:hAnchor="page" w:x="606" w:y="539"/>
                    <w:jc w:val="center"/>
                    <w:rPr>
                      <w:sz w:val="20"/>
                      <w:szCs w:val="20"/>
                    </w:rPr>
                  </w:pPr>
                  <w:r w:rsidRPr="00305FC8">
                    <w:rPr>
                      <w:rFonts w:ascii="Arial Narrow" w:eastAsia="Arial Narrow" w:hAnsi="Arial Narrow" w:cs="Arial Narrow"/>
                      <w:b/>
                      <w:bCs/>
                      <w:color w:val="FFFFFF" w:themeColor="background1"/>
                      <w:sz w:val="20"/>
                      <w:szCs w:val="20"/>
                    </w:rPr>
                    <w:t>Deadline</w:t>
                  </w:r>
                </w:p>
                <w:p w14:paraId="73AE8E34" w14:textId="253D3578" w:rsidR="00532431" w:rsidRPr="00267783" w:rsidRDefault="00532431" w:rsidP="00DC348F">
                  <w:pPr>
                    <w:framePr w:hSpace="180" w:wrap="around" w:vAnchor="page" w:hAnchor="page" w:x="606" w:y="539"/>
                    <w:jc w:val="center"/>
                    <w:rPr>
                      <w:rFonts w:ascii="Arial Narrow" w:hAnsi="Arial Narrow" w:cs="Arial"/>
                      <w:b/>
                      <w:color w:val="FFFFFF" w:themeColor="background1"/>
                      <w:sz w:val="22"/>
                      <w:szCs w:val="22"/>
                      <w:rtl/>
                    </w:rPr>
                  </w:pPr>
                  <w:r w:rsidRPr="00305FC8">
                    <w:rPr>
                      <w:rFonts w:ascii="Arial" w:eastAsia="Arial" w:hAnsi="Arial" w:cs="Arial"/>
                      <w:color w:val="FFFFFF" w:themeColor="background1"/>
                      <w:sz w:val="20"/>
                      <w:szCs w:val="20"/>
                      <w:rtl/>
                    </w:rPr>
                    <w:t>موعد التسليم النهائي</w:t>
                  </w:r>
                </w:p>
              </w:tc>
            </w:tr>
            <w:tr w:rsidR="00532431" w:rsidRPr="00C118DF" w14:paraId="15FF10FC" w14:textId="77777777" w:rsidTr="00532431">
              <w:trPr>
                <w:trHeight w:val="2699"/>
              </w:trPr>
              <w:tc>
                <w:tcPr>
                  <w:tcW w:w="462" w:type="pct"/>
                  <w:tcBorders>
                    <w:top w:val="single" w:sz="4" w:space="0" w:color="auto"/>
                    <w:left w:val="single" w:sz="4" w:space="0" w:color="auto"/>
                    <w:bottom w:val="single" w:sz="4" w:space="0" w:color="auto"/>
                    <w:right w:val="single" w:sz="4" w:space="0" w:color="auto"/>
                  </w:tcBorders>
                  <w:vAlign w:val="center"/>
                </w:tcPr>
                <w:p w14:paraId="2A7BC04C" w14:textId="7E8C2F9C" w:rsidR="00532431" w:rsidRPr="00532431" w:rsidRDefault="00532431" w:rsidP="00DC348F">
                  <w:pPr>
                    <w:framePr w:hSpace="180" w:wrap="around" w:vAnchor="page" w:hAnchor="page" w:x="606" w:y="539"/>
                    <w:jc w:val="center"/>
                    <w:rPr>
                      <w:rFonts w:ascii="Arial Narrow" w:hAnsi="Arial Narrow" w:cs="Arial"/>
                      <w:sz w:val="18"/>
                      <w:szCs w:val="18"/>
                    </w:rPr>
                  </w:pPr>
                  <w:r w:rsidRPr="00532431">
                    <w:rPr>
                      <w:rFonts w:asciiTheme="majorHAnsi" w:hAnsiTheme="majorHAnsi" w:cstheme="majorHAnsi"/>
                      <w:b/>
                      <w:bCs/>
                      <w:sz w:val="18"/>
                      <w:szCs w:val="18"/>
                    </w:rPr>
                    <w:t>1</w:t>
                  </w:r>
                </w:p>
              </w:tc>
              <w:tc>
                <w:tcPr>
                  <w:tcW w:w="1271" w:type="pct"/>
                  <w:tcBorders>
                    <w:top w:val="single" w:sz="4" w:space="0" w:color="auto"/>
                    <w:bottom w:val="single" w:sz="4" w:space="0" w:color="auto"/>
                    <w:right w:val="single" w:sz="4" w:space="0" w:color="auto"/>
                  </w:tcBorders>
                  <w:vAlign w:val="center"/>
                </w:tcPr>
                <w:p w14:paraId="470AA556" w14:textId="7432F905" w:rsidR="00532431" w:rsidRPr="00532431" w:rsidRDefault="00532431" w:rsidP="00DC348F">
                  <w:pPr>
                    <w:framePr w:hSpace="180" w:wrap="around" w:vAnchor="page" w:hAnchor="page" w:x="606" w:y="539"/>
                    <w:jc w:val="center"/>
                    <w:rPr>
                      <w:rFonts w:ascii="Arial Narrow" w:hAnsi="Arial Narrow" w:cs="Arial"/>
                      <w:b/>
                      <w:sz w:val="18"/>
                      <w:szCs w:val="18"/>
                    </w:rPr>
                  </w:pPr>
                  <w:r w:rsidRPr="00532431">
                    <w:rPr>
                      <w:rFonts w:ascii="Arial Narrow" w:hAnsi="Arial Narrow" w:cs="Arial"/>
                      <w:b/>
                      <w:sz w:val="18"/>
                      <w:szCs w:val="18"/>
                    </w:rPr>
                    <w:t>Supply and Distribution of 3000 Cholera Hygiene Kits in in Saadah and Al Jawf Governorates</w:t>
                  </w:r>
                </w:p>
                <w:p w14:paraId="7E75A0D1" w14:textId="77777777" w:rsidR="00532431" w:rsidRPr="00532431" w:rsidRDefault="00532431" w:rsidP="00DC348F">
                  <w:pPr>
                    <w:framePr w:hSpace="180" w:wrap="around" w:vAnchor="page" w:hAnchor="page" w:x="606" w:y="539"/>
                    <w:jc w:val="center"/>
                    <w:rPr>
                      <w:rFonts w:ascii="Arial Narrow" w:hAnsi="Arial Narrow" w:cs="Arial"/>
                      <w:b/>
                      <w:sz w:val="18"/>
                      <w:szCs w:val="18"/>
                      <w:rtl/>
                    </w:rPr>
                  </w:pPr>
                </w:p>
                <w:p w14:paraId="766C218E" w14:textId="62882FEC" w:rsidR="00532431" w:rsidRPr="00532431" w:rsidRDefault="00532431" w:rsidP="00DC348F">
                  <w:pPr>
                    <w:framePr w:hSpace="180" w:wrap="around" w:vAnchor="page" w:hAnchor="page" w:x="606" w:y="539"/>
                    <w:jc w:val="center"/>
                    <w:rPr>
                      <w:rFonts w:ascii="Arial Narrow" w:hAnsi="Arial Narrow" w:cs="Arial"/>
                      <w:b/>
                      <w:sz w:val="18"/>
                      <w:szCs w:val="18"/>
                      <w:u w:val="single"/>
                      <w:rtl/>
                    </w:rPr>
                  </w:pPr>
                  <w:r w:rsidRPr="00532431">
                    <w:rPr>
                      <w:rFonts w:ascii="Arial Narrow" w:hAnsi="Arial Narrow" w:cs="Arial"/>
                      <w:b/>
                      <w:sz w:val="18"/>
                      <w:szCs w:val="18"/>
                      <w:rtl/>
                      <w:lang w:bidi="ar-SA"/>
                    </w:rPr>
                    <w:t>توريد وتوزيع عدد 3000 حقيبة نظافة كوليرا في محافظتي صعدة والجوف</w:t>
                  </w:r>
                </w:p>
              </w:tc>
              <w:tc>
                <w:tcPr>
                  <w:tcW w:w="2702" w:type="pct"/>
                  <w:tcBorders>
                    <w:top w:val="single" w:sz="4" w:space="0" w:color="auto"/>
                    <w:left w:val="single" w:sz="4" w:space="0" w:color="auto"/>
                    <w:bottom w:val="single" w:sz="4" w:space="0" w:color="auto"/>
                    <w:right w:val="single" w:sz="4" w:space="0" w:color="auto"/>
                  </w:tcBorders>
                  <w:vAlign w:val="center"/>
                </w:tcPr>
                <w:p w14:paraId="6E0875FD" w14:textId="77777777" w:rsidR="00532431" w:rsidRPr="00532431" w:rsidRDefault="00532431" w:rsidP="00DC348F">
                  <w:pPr>
                    <w:framePr w:hSpace="180" w:wrap="around" w:vAnchor="page" w:hAnchor="page" w:x="606" w:y="539"/>
                    <w:rPr>
                      <w:rFonts w:ascii="Arial Narrow" w:hAnsi="Arial Narrow" w:cs="Arial"/>
                      <w:b/>
                      <w:sz w:val="18"/>
                      <w:szCs w:val="18"/>
                    </w:rPr>
                  </w:pPr>
                  <w:r w:rsidRPr="00532431">
                    <w:rPr>
                      <w:rFonts w:ascii="Arial Narrow" w:hAnsi="Arial Narrow" w:cs="Arial"/>
                      <w:b/>
                      <w:sz w:val="18"/>
                      <w:szCs w:val="18"/>
                    </w:rPr>
                    <w:t>DDP TO THE BELOW SITES:</w:t>
                  </w:r>
                </w:p>
                <w:p w14:paraId="55A36DEC" w14:textId="77777777" w:rsidR="00532431" w:rsidRPr="00532431" w:rsidRDefault="00532431" w:rsidP="00DC348F">
                  <w:pPr>
                    <w:framePr w:hSpace="180" w:wrap="around" w:vAnchor="page" w:hAnchor="page" w:x="606" w:y="539"/>
                    <w:ind w:left="542" w:hanging="180"/>
                    <w:rPr>
                      <w:rFonts w:ascii="Arial Narrow" w:hAnsi="Arial Narrow" w:cs="Arial"/>
                      <w:b/>
                      <w:sz w:val="18"/>
                      <w:szCs w:val="18"/>
                    </w:rPr>
                  </w:pPr>
                  <w:r w:rsidRPr="00532431">
                    <w:rPr>
                      <w:rFonts w:ascii="Arial Narrow" w:hAnsi="Arial Narrow" w:cs="Arial"/>
                      <w:b/>
                      <w:sz w:val="18"/>
                      <w:szCs w:val="18"/>
                    </w:rPr>
                    <w:t>-</w:t>
                  </w:r>
                  <w:r w:rsidRPr="00532431">
                    <w:rPr>
                      <w:rFonts w:ascii="Arial Narrow" w:hAnsi="Arial Narrow" w:cs="Arial"/>
                      <w:b/>
                      <w:sz w:val="18"/>
                      <w:szCs w:val="18"/>
                    </w:rPr>
                    <w:tab/>
                    <w:t>SAADAH, HAYDAN DISTRICT – THE FOLLOWING SUB DISTRICT SITES: AL-ALSUFI AL-MUQARANI, MARAN, AND DHUWAYB AL-SUFLA.</w:t>
                  </w:r>
                </w:p>
                <w:p w14:paraId="79BCD477" w14:textId="77777777" w:rsidR="00532431" w:rsidRPr="00532431" w:rsidRDefault="00532431" w:rsidP="00DC348F">
                  <w:pPr>
                    <w:framePr w:hSpace="180" w:wrap="around" w:vAnchor="page" w:hAnchor="page" w:x="606" w:y="539"/>
                    <w:ind w:left="542" w:hanging="180"/>
                    <w:rPr>
                      <w:rFonts w:ascii="Arial Narrow" w:hAnsi="Arial Narrow" w:cs="Arial"/>
                      <w:b/>
                      <w:sz w:val="18"/>
                      <w:szCs w:val="18"/>
                    </w:rPr>
                  </w:pPr>
                  <w:r w:rsidRPr="00532431">
                    <w:rPr>
                      <w:rFonts w:ascii="Arial Narrow" w:hAnsi="Arial Narrow" w:cs="Arial"/>
                      <w:b/>
                      <w:sz w:val="18"/>
                      <w:szCs w:val="18"/>
                    </w:rPr>
                    <w:t>-</w:t>
                  </w:r>
                  <w:r w:rsidRPr="00532431">
                    <w:rPr>
                      <w:rFonts w:ascii="Arial Narrow" w:hAnsi="Arial Narrow" w:cs="Arial"/>
                      <w:b/>
                      <w:sz w:val="18"/>
                      <w:szCs w:val="18"/>
                    </w:rPr>
                    <w:tab/>
                    <w:t>SAADAH, SAQAYN DISTRICT – AL-WAQEESH SITE.</w:t>
                  </w:r>
                </w:p>
                <w:p w14:paraId="5C2FE259" w14:textId="77777777" w:rsidR="00532431" w:rsidRPr="00532431" w:rsidRDefault="00532431" w:rsidP="00DC348F">
                  <w:pPr>
                    <w:framePr w:hSpace="180" w:wrap="around" w:vAnchor="page" w:hAnchor="page" w:x="606" w:y="539"/>
                    <w:ind w:left="542" w:hanging="180"/>
                    <w:rPr>
                      <w:rFonts w:ascii="Arial Narrow" w:hAnsi="Arial Narrow" w:cs="Arial"/>
                      <w:b/>
                      <w:sz w:val="18"/>
                      <w:szCs w:val="18"/>
                    </w:rPr>
                  </w:pPr>
                  <w:r w:rsidRPr="00532431">
                    <w:rPr>
                      <w:rFonts w:ascii="Arial Narrow" w:hAnsi="Arial Narrow" w:cs="Arial"/>
                      <w:b/>
                      <w:sz w:val="18"/>
                      <w:szCs w:val="18"/>
                    </w:rPr>
                    <w:t>-</w:t>
                  </w:r>
                  <w:r w:rsidRPr="00532431">
                    <w:rPr>
                      <w:rFonts w:ascii="Arial Narrow" w:hAnsi="Arial Narrow" w:cs="Arial"/>
                      <w:b/>
                      <w:sz w:val="18"/>
                      <w:szCs w:val="18"/>
                    </w:rPr>
                    <w:tab/>
                    <w:t>SAADAH, BAQIM DISTRICT – YASMN SUB-DISTRICT SITE.</w:t>
                  </w:r>
                </w:p>
                <w:p w14:paraId="340B59C2" w14:textId="77777777" w:rsidR="00532431" w:rsidRPr="00532431" w:rsidRDefault="00532431" w:rsidP="00DC348F">
                  <w:pPr>
                    <w:framePr w:hSpace="180" w:wrap="around" w:vAnchor="page" w:hAnchor="page" w:x="606" w:y="539"/>
                    <w:ind w:left="542" w:hanging="180"/>
                    <w:rPr>
                      <w:rFonts w:ascii="Arial Narrow" w:hAnsi="Arial Narrow" w:cs="Arial"/>
                      <w:b/>
                      <w:sz w:val="18"/>
                      <w:szCs w:val="18"/>
                    </w:rPr>
                  </w:pPr>
                  <w:r w:rsidRPr="00532431">
                    <w:rPr>
                      <w:rFonts w:ascii="Arial Narrow" w:hAnsi="Arial Narrow" w:cs="Arial"/>
                      <w:b/>
                      <w:sz w:val="18"/>
                      <w:szCs w:val="18"/>
                    </w:rPr>
                    <w:t>-</w:t>
                  </w:r>
                  <w:r w:rsidRPr="00532431">
                    <w:rPr>
                      <w:rFonts w:ascii="Arial Narrow" w:hAnsi="Arial Narrow" w:cs="Arial"/>
                      <w:b/>
                      <w:sz w:val="18"/>
                      <w:szCs w:val="18"/>
                    </w:rPr>
                    <w:tab/>
                    <w:t>SAADAH, SAHAR DISTRICT – AL-MASOUD / HAFSEEN SUB-DISTRICT.</w:t>
                  </w:r>
                </w:p>
                <w:p w14:paraId="327F30C2" w14:textId="77777777" w:rsidR="00532431" w:rsidRPr="00532431" w:rsidRDefault="00532431" w:rsidP="00DC348F">
                  <w:pPr>
                    <w:framePr w:hSpace="180" w:wrap="around" w:vAnchor="page" w:hAnchor="page" w:x="606" w:y="539"/>
                    <w:ind w:left="542" w:hanging="180"/>
                    <w:rPr>
                      <w:rFonts w:ascii="Arial Narrow" w:hAnsi="Arial Narrow" w:cs="Arial"/>
                      <w:b/>
                      <w:sz w:val="18"/>
                      <w:szCs w:val="18"/>
                    </w:rPr>
                  </w:pPr>
                  <w:r w:rsidRPr="00532431">
                    <w:rPr>
                      <w:rFonts w:ascii="Arial Narrow" w:hAnsi="Arial Narrow" w:cs="Arial"/>
                      <w:b/>
                      <w:sz w:val="18"/>
                      <w:szCs w:val="18"/>
                    </w:rPr>
                    <w:t>-</w:t>
                  </w:r>
                  <w:r w:rsidRPr="00532431">
                    <w:rPr>
                      <w:rFonts w:ascii="Arial Narrow" w:hAnsi="Arial Narrow" w:cs="Arial"/>
                      <w:b/>
                      <w:sz w:val="18"/>
                      <w:szCs w:val="18"/>
                    </w:rPr>
                    <w:tab/>
                    <w:t>AL JAWF, AL MATAMMAH, AL-MARYAM HEALTH CENTER – AL-THALFAN – SALEEL AL-ASHAL</w:t>
                  </w:r>
                </w:p>
                <w:p w14:paraId="547E4EAD" w14:textId="77777777" w:rsidR="00532431" w:rsidRPr="00532431" w:rsidRDefault="00532431" w:rsidP="00DC348F">
                  <w:pPr>
                    <w:framePr w:hSpace="180" w:wrap="around" w:vAnchor="page" w:hAnchor="page" w:x="606" w:y="539"/>
                    <w:ind w:left="542" w:hanging="180"/>
                    <w:rPr>
                      <w:rFonts w:ascii="Arial Narrow" w:hAnsi="Arial Narrow" w:cs="Arial"/>
                      <w:b/>
                      <w:sz w:val="18"/>
                      <w:szCs w:val="18"/>
                    </w:rPr>
                  </w:pPr>
                  <w:r w:rsidRPr="00532431">
                    <w:rPr>
                      <w:rFonts w:ascii="Arial Narrow" w:hAnsi="Arial Narrow" w:cs="Arial"/>
                      <w:b/>
                      <w:sz w:val="18"/>
                      <w:szCs w:val="18"/>
                    </w:rPr>
                    <w:t>-</w:t>
                  </w:r>
                  <w:r w:rsidRPr="00532431">
                    <w:rPr>
                      <w:rFonts w:ascii="Arial Narrow" w:hAnsi="Arial Narrow" w:cs="Arial"/>
                      <w:b/>
                      <w:sz w:val="18"/>
                      <w:szCs w:val="18"/>
                    </w:rPr>
                    <w:tab/>
                    <w:t>AL JAWF, AL MATAMMAH, HISN BANI SAAD HEALTH FACILITY</w:t>
                  </w:r>
                </w:p>
                <w:p w14:paraId="0C9D38A3" w14:textId="77777777" w:rsidR="00532431" w:rsidRPr="00532431" w:rsidRDefault="00532431" w:rsidP="00DC348F">
                  <w:pPr>
                    <w:framePr w:hSpace="180" w:wrap="around" w:vAnchor="page" w:hAnchor="page" w:x="606" w:y="539"/>
                    <w:ind w:left="542" w:hanging="180"/>
                    <w:rPr>
                      <w:rFonts w:ascii="Arial Narrow" w:hAnsi="Arial Narrow" w:cs="Arial"/>
                      <w:b/>
                      <w:sz w:val="18"/>
                      <w:szCs w:val="18"/>
                    </w:rPr>
                  </w:pPr>
                  <w:r w:rsidRPr="00532431">
                    <w:rPr>
                      <w:rFonts w:ascii="Arial Narrow" w:hAnsi="Arial Narrow" w:cs="Arial"/>
                      <w:b/>
                      <w:sz w:val="18"/>
                      <w:szCs w:val="18"/>
                    </w:rPr>
                    <w:t>-</w:t>
                  </w:r>
                  <w:r w:rsidRPr="00532431">
                    <w:rPr>
                      <w:rFonts w:ascii="Arial Narrow" w:hAnsi="Arial Narrow" w:cs="Arial"/>
                      <w:b/>
                      <w:sz w:val="18"/>
                      <w:szCs w:val="18"/>
                    </w:rPr>
                    <w:tab/>
                    <w:t>AL JAWF, AL MATAMMAH, HUSOON AL-SHANAN HEALTH FACILITY</w:t>
                  </w:r>
                </w:p>
                <w:p w14:paraId="06928D60" w14:textId="77777777" w:rsidR="00532431" w:rsidRPr="00532431" w:rsidRDefault="00532431" w:rsidP="00DC348F">
                  <w:pPr>
                    <w:framePr w:hSpace="180" w:wrap="around" w:vAnchor="page" w:hAnchor="page" w:x="606" w:y="539"/>
                    <w:bidi/>
                    <w:ind w:left="70"/>
                    <w:rPr>
                      <w:b/>
                      <w:sz w:val="18"/>
                      <w:szCs w:val="18"/>
                      <w:rtl/>
                    </w:rPr>
                  </w:pPr>
                  <w:r w:rsidRPr="00532431">
                    <w:rPr>
                      <w:b/>
                      <w:sz w:val="18"/>
                      <w:szCs w:val="18"/>
                    </w:rPr>
                    <w:t xml:space="preserve">  </w:t>
                  </w:r>
                  <w:r w:rsidRPr="00532431">
                    <w:rPr>
                      <w:b/>
                      <w:sz w:val="18"/>
                      <w:szCs w:val="18"/>
                      <w:rtl/>
                      <w:lang w:bidi="ar-SA"/>
                    </w:rPr>
                    <w:t>التسليم شامل التوصيل والتوزيع بحسب المواقع ادناه</w:t>
                  </w:r>
                  <w:r w:rsidRPr="00532431">
                    <w:rPr>
                      <w:b/>
                      <w:sz w:val="18"/>
                      <w:szCs w:val="18"/>
                    </w:rPr>
                    <w:t xml:space="preserve"> :</w:t>
                  </w:r>
                </w:p>
                <w:p w14:paraId="3F464C47" w14:textId="77777777" w:rsidR="00532431" w:rsidRPr="00532431" w:rsidRDefault="00532431" w:rsidP="00DC348F">
                  <w:pPr>
                    <w:framePr w:hSpace="180" w:wrap="around" w:vAnchor="page" w:hAnchor="page" w:x="606" w:y="539"/>
                    <w:bidi/>
                    <w:ind w:left="610" w:hanging="180"/>
                    <w:rPr>
                      <w:b/>
                      <w:sz w:val="18"/>
                      <w:szCs w:val="18"/>
                      <w:rtl/>
                    </w:rPr>
                  </w:pPr>
                  <w:r w:rsidRPr="00532431">
                    <w:rPr>
                      <w:b/>
                      <w:sz w:val="18"/>
                      <w:szCs w:val="18"/>
                    </w:rPr>
                    <w:t>-</w:t>
                  </w:r>
                  <w:r w:rsidRPr="00532431">
                    <w:rPr>
                      <w:b/>
                      <w:sz w:val="18"/>
                      <w:szCs w:val="18"/>
                    </w:rPr>
                    <w:tab/>
                  </w:r>
                  <w:r w:rsidRPr="00532431">
                    <w:rPr>
                      <w:b/>
                      <w:sz w:val="18"/>
                      <w:szCs w:val="18"/>
                      <w:rtl/>
                      <w:lang w:bidi="ar-SA"/>
                    </w:rPr>
                    <w:t>مديرية حيدان - موقع العزل (ال الصوفي -المقراني- مران - ذويب السفلي )- محافظة صعدة</w:t>
                  </w:r>
                  <w:r w:rsidRPr="00532431">
                    <w:rPr>
                      <w:b/>
                      <w:sz w:val="18"/>
                      <w:szCs w:val="18"/>
                    </w:rPr>
                    <w:t>.</w:t>
                  </w:r>
                </w:p>
                <w:p w14:paraId="06E926AC" w14:textId="77777777" w:rsidR="00532431" w:rsidRPr="00532431" w:rsidRDefault="00532431" w:rsidP="00DC348F">
                  <w:pPr>
                    <w:framePr w:hSpace="180" w:wrap="around" w:vAnchor="page" w:hAnchor="page" w:x="606" w:y="539"/>
                    <w:bidi/>
                    <w:ind w:left="610" w:hanging="180"/>
                    <w:rPr>
                      <w:b/>
                      <w:sz w:val="18"/>
                      <w:szCs w:val="18"/>
                      <w:rtl/>
                    </w:rPr>
                  </w:pPr>
                  <w:r w:rsidRPr="00532431">
                    <w:rPr>
                      <w:b/>
                      <w:sz w:val="18"/>
                      <w:szCs w:val="18"/>
                    </w:rPr>
                    <w:t>-</w:t>
                  </w:r>
                  <w:r w:rsidRPr="00532431">
                    <w:rPr>
                      <w:b/>
                      <w:sz w:val="18"/>
                      <w:szCs w:val="18"/>
                    </w:rPr>
                    <w:tab/>
                  </w:r>
                  <w:r w:rsidRPr="00532431">
                    <w:rPr>
                      <w:b/>
                      <w:sz w:val="18"/>
                      <w:szCs w:val="18"/>
                      <w:rtl/>
                      <w:lang w:bidi="ar-SA"/>
                    </w:rPr>
                    <w:t>مديرية ساقين - موقع ال الوقيش - محافظة صعدة</w:t>
                  </w:r>
                  <w:r w:rsidRPr="00532431">
                    <w:rPr>
                      <w:b/>
                      <w:sz w:val="18"/>
                      <w:szCs w:val="18"/>
                    </w:rPr>
                    <w:t>.</w:t>
                  </w:r>
                </w:p>
                <w:p w14:paraId="397D5705" w14:textId="77777777" w:rsidR="00532431" w:rsidRPr="00532431" w:rsidRDefault="00532431" w:rsidP="00DC348F">
                  <w:pPr>
                    <w:framePr w:hSpace="180" w:wrap="around" w:vAnchor="page" w:hAnchor="page" w:x="606" w:y="539"/>
                    <w:bidi/>
                    <w:ind w:left="610" w:hanging="180"/>
                    <w:rPr>
                      <w:b/>
                      <w:sz w:val="18"/>
                      <w:szCs w:val="18"/>
                      <w:rtl/>
                    </w:rPr>
                  </w:pPr>
                  <w:r w:rsidRPr="00532431">
                    <w:rPr>
                      <w:b/>
                      <w:sz w:val="18"/>
                      <w:szCs w:val="18"/>
                    </w:rPr>
                    <w:t>-</w:t>
                  </w:r>
                  <w:r w:rsidRPr="00532431">
                    <w:rPr>
                      <w:b/>
                      <w:sz w:val="18"/>
                      <w:szCs w:val="18"/>
                    </w:rPr>
                    <w:tab/>
                  </w:r>
                  <w:r w:rsidRPr="00532431">
                    <w:rPr>
                      <w:b/>
                      <w:sz w:val="18"/>
                      <w:szCs w:val="18"/>
                      <w:rtl/>
                      <w:lang w:bidi="ar-SA"/>
                    </w:rPr>
                    <w:t>مديرية باقم- موقع عزلة يسنم - محافظة صعدة</w:t>
                  </w:r>
                  <w:r w:rsidRPr="00532431">
                    <w:rPr>
                      <w:b/>
                      <w:sz w:val="18"/>
                      <w:szCs w:val="18"/>
                    </w:rPr>
                    <w:t xml:space="preserve">.  </w:t>
                  </w:r>
                </w:p>
                <w:p w14:paraId="1880400C" w14:textId="77777777" w:rsidR="00532431" w:rsidRPr="00532431" w:rsidRDefault="00532431" w:rsidP="00DC348F">
                  <w:pPr>
                    <w:framePr w:hSpace="180" w:wrap="around" w:vAnchor="page" w:hAnchor="page" w:x="606" w:y="539"/>
                    <w:bidi/>
                    <w:ind w:left="610" w:hanging="180"/>
                    <w:rPr>
                      <w:b/>
                      <w:sz w:val="18"/>
                      <w:szCs w:val="18"/>
                      <w:rtl/>
                    </w:rPr>
                  </w:pPr>
                  <w:r w:rsidRPr="00532431">
                    <w:rPr>
                      <w:b/>
                      <w:sz w:val="18"/>
                      <w:szCs w:val="18"/>
                    </w:rPr>
                    <w:t>-</w:t>
                  </w:r>
                  <w:r w:rsidRPr="00532431">
                    <w:rPr>
                      <w:b/>
                      <w:sz w:val="18"/>
                      <w:szCs w:val="18"/>
                    </w:rPr>
                    <w:tab/>
                  </w:r>
                  <w:r w:rsidRPr="00532431">
                    <w:rPr>
                      <w:b/>
                      <w:sz w:val="18"/>
                      <w:szCs w:val="18"/>
                      <w:rtl/>
                      <w:lang w:bidi="ar-SA"/>
                    </w:rPr>
                    <w:t>مديرية سحار - عزلة ال مسعود حفصين- محافظة صعدة</w:t>
                  </w:r>
                  <w:r w:rsidRPr="00532431">
                    <w:rPr>
                      <w:b/>
                      <w:sz w:val="18"/>
                      <w:szCs w:val="18"/>
                    </w:rPr>
                    <w:t>.</w:t>
                  </w:r>
                </w:p>
                <w:p w14:paraId="0B25CF0D" w14:textId="77777777" w:rsidR="00532431" w:rsidRPr="00532431" w:rsidRDefault="00532431" w:rsidP="00DC348F">
                  <w:pPr>
                    <w:framePr w:hSpace="180" w:wrap="around" w:vAnchor="page" w:hAnchor="page" w:x="606" w:y="539"/>
                    <w:bidi/>
                    <w:ind w:left="610" w:hanging="180"/>
                    <w:rPr>
                      <w:b/>
                      <w:sz w:val="18"/>
                      <w:szCs w:val="18"/>
                      <w:rtl/>
                    </w:rPr>
                  </w:pPr>
                  <w:r w:rsidRPr="00532431">
                    <w:rPr>
                      <w:b/>
                      <w:sz w:val="18"/>
                      <w:szCs w:val="18"/>
                    </w:rPr>
                    <w:t>-</w:t>
                  </w:r>
                  <w:r w:rsidRPr="00532431">
                    <w:rPr>
                      <w:b/>
                      <w:sz w:val="18"/>
                      <w:szCs w:val="18"/>
                    </w:rPr>
                    <w:tab/>
                  </w:r>
                  <w:r w:rsidRPr="00532431">
                    <w:rPr>
                      <w:b/>
                      <w:sz w:val="18"/>
                      <w:szCs w:val="18"/>
                      <w:rtl/>
                      <w:lang w:bidi="ar-SA"/>
                    </w:rPr>
                    <w:t>مركز ال مريم الصحي   - مديرية المطمة -الظلفان - سليل ال عشال- محافظة الجوف</w:t>
                  </w:r>
                  <w:r w:rsidRPr="00532431">
                    <w:rPr>
                      <w:b/>
                      <w:sz w:val="18"/>
                      <w:szCs w:val="18"/>
                    </w:rPr>
                    <w:t>.</w:t>
                  </w:r>
                </w:p>
                <w:p w14:paraId="1E814288" w14:textId="56395438" w:rsidR="00532431" w:rsidRDefault="00532431" w:rsidP="00DC348F">
                  <w:pPr>
                    <w:framePr w:hSpace="180" w:wrap="around" w:vAnchor="page" w:hAnchor="page" w:x="606" w:y="539"/>
                    <w:bidi/>
                    <w:ind w:left="610" w:hanging="180"/>
                    <w:rPr>
                      <w:b/>
                      <w:sz w:val="18"/>
                      <w:szCs w:val="18"/>
                    </w:rPr>
                  </w:pPr>
                  <w:r w:rsidRPr="00532431">
                    <w:rPr>
                      <w:b/>
                      <w:sz w:val="18"/>
                      <w:szCs w:val="18"/>
                    </w:rPr>
                    <w:t>-</w:t>
                  </w:r>
                  <w:r w:rsidRPr="00532431">
                    <w:rPr>
                      <w:b/>
                      <w:sz w:val="18"/>
                      <w:szCs w:val="18"/>
                    </w:rPr>
                    <w:tab/>
                  </w:r>
                  <w:r w:rsidRPr="00532431">
                    <w:rPr>
                      <w:b/>
                      <w:sz w:val="18"/>
                      <w:szCs w:val="18"/>
                      <w:rtl/>
                      <w:lang w:bidi="ar-SA"/>
                    </w:rPr>
                    <w:t xml:space="preserve">مركز حصن بني سعد </w:t>
                  </w:r>
                  <w:r w:rsidR="002D7B01" w:rsidRPr="00532431">
                    <w:rPr>
                      <w:rFonts w:hint="cs"/>
                      <w:b/>
                      <w:sz w:val="18"/>
                      <w:szCs w:val="18"/>
                      <w:rtl/>
                      <w:lang w:bidi="ar-SA"/>
                    </w:rPr>
                    <w:t>الصحي -</w:t>
                  </w:r>
                  <w:r w:rsidRPr="00532431">
                    <w:rPr>
                      <w:b/>
                      <w:sz w:val="18"/>
                      <w:szCs w:val="18"/>
                      <w:rtl/>
                      <w:lang w:bidi="ar-SA"/>
                    </w:rPr>
                    <w:t xml:space="preserve"> مديرية المطمة   - محافظة الجوف</w:t>
                  </w:r>
                  <w:r w:rsidRPr="00532431">
                    <w:rPr>
                      <w:b/>
                      <w:sz w:val="18"/>
                      <w:szCs w:val="18"/>
                    </w:rPr>
                    <w:t>.</w:t>
                  </w:r>
                </w:p>
                <w:p w14:paraId="03354491" w14:textId="4D8759E8" w:rsidR="00532431" w:rsidRPr="00532431" w:rsidRDefault="00532431" w:rsidP="00DC348F">
                  <w:pPr>
                    <w:framePr w:hSpace="180" w:wrap="around" w:vAnchor="page" w:hAnchor="page" w:x="606" w:y="539"/>
                    <w:bidi/>
                    <w:ind w:left="610" w:hanging="180"/>
                    <w:rPr>
                      <w:b/>
                      <w:sz w:val="18"/>
                      <w:szCs w:val="18"/>
                    </w:rPr>
                  </w:pPr>
                  <w:r>
                    <w:rPr>
                      <w:b/>
                      <w:sz w:val="18"/>
                      <w:szCs w:val="18"/>
                    </w:rPr>
                    <w:t xml:space="preserve">-  </w:t>
                  </w:r>
                  <w:r w:rsidRPr="00532431">
                    <w:rPr>
                      <w:b/>
                      <w:sz w:val="18"/>
                      <w:szCs w:val="18"/>
                      <w:rtl/>
                      <w:lang w:bidi="ar-SA"/>
                    </w:rPr>
                    <w:t xml:space="preserve">مركز حصن ال شنان </w:t>
                  </w:r>
                  <w:r w:rsidR="002D7B01" w:rsidRPr="00532431">
                    <w:rPr>
                      <w:rFonts w:hint="cs"/>
                      <w:b/>
                      <w:sz w:val="18"/>
                      <w:szCs w:val="18"/>
                      <w:rtl/>
                      <w:lang w:bidi="ar-SA"/>
                    </w:rPr>
                    <w:t>الصحي -</w:t>
                  </w:r>
                  <w:r w:rsidRPr="00532431">
                    <w:rPr>
                      <w:b/>
                      <w:sz w:val="18"/>
                      <w:szCs w:val="18"/>
                      <w:rtl/>
                      <w:lang w:bidi="ar-SA"/>
                    </w:rPr>
                    <w:t xml:space="preserve"> مديرية المطمة - محافظة الجوف.</w:t>
                  </w:r>
                </w:p>
              </w:tc>
              <w:tc>
                <w:tcPr>
                  <w:tcW w:w="565" w:type="pct"/>
                  <w:tcBorders>
                    <w:top w:val="single" w:sz="4" w:space="0" w:color="auto"/>
                    <w:left w:val="single" w:sz="4" w:space="0" w:color="auto"/>
                    <w:bottom w:val="single" w:sz="4" w:space="0" w:color="auto"/>
                    <w:right w:val="single" w:sz="4" w:space="0" w:color="auto"/>
                  </w:tcBorders>
                  <w:vAlign w:val="center"/>
                </w:tcPr>
                <w:p w14:paraId="219FCE51" w14:textId="77777777" w:rsidR="00532431" w:rsidRPr="00532431" w:rsidRDefault="00532431" w:rsidP="00DC348F">
                  <w:pPr>
                    <w:framePr w:hSpace="180" w:wrap="around" w:vAnchor="page" w:hAnchor="page" w:x="606" w:y="539"/>
                    <w:jc w:val="center"/>
                    <w:rPr>
                      <w:rFonts w:ascii="Arial Narrow" w:hAnsi="Arial Narrow" w:cs="Calibri"/>
                      <w:b/>
                      <w:bCs/>
                      <w:color w:val="000000"/>
                      <w:sz w:val="18"/>
                      <w:szCs w:val="18"/>
                      <w:rtl/>
                      <w:lang w:val="en-GB"/>
                    </w:rPr>
                  </w:pPr>
                  <w:r w:rsidRPr="00532431">
                    <w:rPr>
                      <w:rFonts w:ascii="Arial Narrow" w:hAnsi="Arial Narrow" w:cs="Calibri"/>
                      <w:b/>
                      <w:bCs/>
                      <w:color w:val="000000"/>
                      <w:sz w:val="18"/>
                      <w:szCs w:val="18"/>
                      <w:lang w:val="en-GB"/>
                    </w:rPr>
                    <w:t>3</w:t>
                  </w:r>
                  <w:r w:rsidRPr="00532431">
                    <w:rPr>
                      <w:rFonts w:ascii="Arial Narrow" w:hAnsi="Arial Narrow" w:cs="Calibri" w:hint="cs"/>
                      <w:b/>
                      <w:bCs/>
                      <w:color w:val="000000"/>
                      <w:sz w:val="18"/>
                      <w:szCs w:val="18"/>
                      <w:rtl/>
                      <w:lang w:val="en-GB"/>
                    </w:rPr>
                    <w:t xml:space="preserve"> </w:t>
                  </w:r>
                  <w:r w:rsidRPr="00532431">
                    <w:rPr>
                      <w:rFonts w:ascii="Arial Narrow" w:hAnsi="Arial Narrow" w:cs="Calibri"/>
                      <w:b/>
                      <w:bCs/>
                      <w:color w:val="000000"/>
                      <w:sz w:val="18"/>
                      <w:szCs w:val="18"/>
                    </w:rPr>
                    <w:t xml:space="preserve"> Months</w:t>
                  </w:r>
                  <w:r w:rsidRPr="00532431">
                    <w:rPr>
                      <w:rFonts w:ascii="Arial Narrow" w:hAnsi="Arial Narrow" w:cs="Calibri"/>
                      <w:b/>
                      <w:bCs/>
                      <w:color w:val="000000"/>
                      <w:sz w:val="18"/>
                      <w:szCs w:val="18"/>
                      <w:lang w:val="en-GB"/>
                    </w:rPr>
                    <w:t xml:space="preserve"> duration</w:t>
                  </w:r>
                </w:p>
                <w:p w14:paraId="2ABFAA90" w14:textId="0ABAC422" w:rsidR="00532431" w:rsidRPr="00532431" w:rsidRDefault="00532431" w:rsidP="00DC348F">
                  <w:pPr>
                    <w:framePr w:hSpace="180" w:wrap="around" w:vAnchor="page" w:hAnchor="page" w:x="606" w:y="539"/>
                    <w:bidi/>
                    <w:jc w:val="center"/>
                    <w:rPr>
                      <w:rFonts w:ascii="Arial Narrow" w:hAnsi="Arial Narrow" w:cs="Calibri"/>
                      <w:b/>
                      <w:bCs/>
                      <w:color w:val="000000"/>
                      <w:sz w:val="18"/>
                      <w:szCs w:val="18"/>
                    </w:rPr>
                  </w:pPr>
                  <w:r w:rsidRPr="00532431">
                    <w:rPr>
                      <w:rFonts w:ascii="Arial Narrow" w:hAnsi="Arial Narrow" w:cs="Arial" w:hint="cs"/>
                      <w:b/>
                      <w:bCs/>
                      <w:color w:val="000000"/>
                      <w:sz w:val="18"/>
                      <w:szCs w:val="18"/>
                      <w:rtl/>
                    </w:rPr>
                    <w:t xml:space="preserve"> ثلاثة أشهر</w:t>
                  </w:r>
                  <w:r w:rsidRPr="00532431">
                    <w:rPr>
                      <w:rFonts w:ascii="Arial Narrow" w:hAnsi="Arial Narrow" w:cs="Arial"/>
                      <w:b/>
                      <w:bCs/>
                      <w:color w:val="000000"/>
                      <w:sz w:val="18"/>
                      <w:szCs w:val="18"/>
                      <w:rtl/>
                    </w:rPr>
                    <w:t xml:space="preserve">               </w:t>
                  </w:r>
                </w:p>
              </w:tc>
            </w:tr>
          </w:tbl>
          <w:p w14:paraId="558E4A27" w14:textId="6F4F747D" w:rsidR="006B6BE0" w:rsidRPr="00983B3C" w:rsidRDefault="00761AE4" w:rsidP="00983B3C">
            <w:pPr>
              <w:jc w:val="center"/>
              <w:rPr>
                <w:rFonts w:ascii="Arial Narrow" w:hAnsi="Arial Narrow" w:cs="Calibri"/>
                <w:bCs/>
                <w:sz w:val="22"/>
                <w:szCs w:val="22"/>
                <w:u w:val="single"/>
                <w:rtl/>
              </w:rPr>
            </w:pPr>
            <w:r w:rsidRPr="00761AE4">
              <w:rPr>
                <w:rFonts w:ascii="Arial Narrow" w:hAnsi="Arial Narrow" w:cs="Calibri"/>
                <w:bCs/>
                <w:sz w:val="22"/>
                <w:szCs w:val="22"/>
                <w:u w:val="single"/>
              </w:rPr>
              <w:t xml:space="preserve"> </w:t>
            </w:r>
            <w:bookmarkEnd w:id="1"/>
          </w:p>
          <w:p w14:paraId="086A0CBB" w14:textId="6777060C" w:rsidR="003804EE" w:rsidRDefault="003804EE" w:rsidP="00FA6911">
            <w:pPr>
              <w:jc w:val="both"/>
              <w:rPr>
                <w:rFonts w:ascii="Arial Narrow" w:hAnsi="Arial Narrow" w:cs="Arial"/>
                <w:bCs/>
                <w:sz w:val="22"/>
                <w:szCs w:val="22"/>
                <w:rt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003804EE">
              <w:trPr>
                <w:trHeight w:val="3437"/>
              </w:trPr>
              <w:tc>
                <w:tcPr>
                  <w:tcW w:w="5129" w:type="dxa"/>
                  <w:tcBorders>
                    <w:right w:val="single" w:sz="4" w:space="0" w:color="auto"/>
                  </w:tcBorders>
                </w:tcPr>
                <w:p w14:paraId="01A66DF6" w14:textId="77777777" w:rsidR="003804EE" w:rsidRDefault="003804EE" w:rsidP="00DC348F">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lastRenderedPageBreak/>
                    <w:t xml:space="preserve">The tender will be conducted using ACTED standard bidding documents, open to all qualified suppliers and service providers. </w:t>
                  </w:r>
                </w:p>
                <w:p w14:paraId="68D51529" w14:textId="77777777" w:rsidR="003804EE" w:rsidRDefault="003804EE" w:rsidP="00DC348F">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The Bidding Documents (in Arabic/English) may be downloaded from:</w:t>
                  </w:r>
                </w:p>
                <w:p w14:paraId="5199B8D6" w14:textId="77777777" w:rsidR="003804EE" w:rsidRDefault="003804EE" w:rsidP="00DC348F">
                  <w:pPr>
                    <w:framePr w:hSpace="180" w:wrap="around" w:vAnchor="page" w:hAnchor="page" w:x="606" w:y="539"/>
                    <w:jc w:val="both"/>
                    <w:rPr>
                      <w:rFonts w:ascii="Arial Narrow" w:hAnsi="Arial Narrow" w:cs="Arial"/>
                      <w:bCs/>
                      <w:sz w:val="22"/>
                      <w:szCs w:val="22"/>
                    </w:rPr>
                  </w:pPr>
                </w:p>
                <w:p w14:paraId="1154C11D" w14:textId="77777777" w:rsidR="003804EE" w:rsidRDefault="003804EE" w:rsidP="00DC348F">
                  <w:pPr>
                    <w:pStyle w:val="ListParagraph"/>
                    <w:framePr w:hSpace="180" w:wrap="around" w:vAnchor="page" w:hAnchor="page" w:x="606" w:y="539"/>
                    <w:numPr>
                      <w:ilvl w:val="0"/>
                      <w:numId w:val="10"/>
                    </w:numPr>
                    <w:jc w:val="both"/>
                    <w:rPr>
                      <w:rStyle w:val="Hyperlink"/>
                    </w:rPr>
                  </w:pPr>
                  <w:r>
                    <w:rPr>
                      <w:rFonts w:ascii="Arial Narrow" w:hAnsi="Arial Narrow" w:cs="Arial"/>
                      <w:b/>
                      <w:sz w:val="22"/>
                      <w:szCs w:val="22"/>
                    </w:rPr>
                    <w:t>Yemen HR</w:t>
                  </w:r>
                  <w:r>
                    <w:rPr>
                      <w:rFonts w:ascii="Arial Narrow" w:hAnsi="Arial Narrow" w:cs="Arial"/>
                      <w:bCs/>
                      <w:sz w:val="22"/>
                      <w:szCs w:val="22"/>
                    </w:rPr>
                    <w:t xml:space="preserve"> from the following link: </w:t>
                  </w:r>
                  <w:hyperlink r:id="rId12" w:history="1">
                    <w:r>
                      <w:rPr>
                        <w:rStyle w:val="Hyperlink"/>
                        <w:rFonts w:ascii="Arial Narrow" w:hAnsi="Arial Narrow" w:cs="Arial"/>
                        <w:bCs/>
                        <w:sz w:val="22"/>
                        <w:szCs w:val="22"/>
                      </w:rPr>
                      <w:t>https://yemenhr.com/tenders</w:t>
                    </w:r>
                  </w:hyperlink>
                  <w:r>
                    <w:rPr>
                      <w:rStyle w:val="Hyperlink"/>
                      <w:rFonts w:ascii="Arial Narrow" w:hAnsi="Arial Narrow" w:cs="Arial"/>
                      <w:bCs/>
                      <w:sz w:val="22"/>
                      <w:szCs w:val="22"/>
                    </w:rPr>
                    <w:t xml:space="preserve"> </w:t>
                  </w:r>
                </w:p>
                <w:p w14:paraId="742B5CEC" w14:textId="77777777" w:rsidR="003804EE" w:rsidRDefault="003804EE" w:rsidP="00DC348F">
                  <w:pPr>
                    <w:framePr w:hSpace="180" w:wrap="around" w:vAnchor="page" w:hAnchor="page" w:x="606" w:y="539"/>
                    <w:bidi/>
                    <w:rPr>
                      <w:rFonts w:ascii="Arial Narrow" w:hAnsi="Arial Narrow" w:cs="Arial"/>
                      <w:bCs/>
                      <w:sz w:val="22"/>
                      <w:szCs w:val="22"/>
                      <w:rtl/>
                    </w:rPr>
                  </w:pPr>
                </w:p>
                <w:p w14:paraId="3E98B0E9" w14:textId="77777777" w:rsidR="003804EE" w:rsidRDefault="003804EE" w:rsidP="00DC348F">
                  <w:pPr>
                    <w:framePr w:hSpace="180" w:wrap="around" w:vAnchor="page" w:hAnchor="page" w:x="606" w:y="539"/>
                    <w:jc w:val="both"/>
                    <w:rPr>
                      <w:rFonts w:ascii="Arial Narrow" w:hAnsi="Arial Narrow" w:cs="Arial"/>
                      <w:bCs/>
                      <w:sz w:val="22"/>
                      <w:szCs w:val="22"/>
                      <w:lang w:val="en-GB"/>
                    </w:rPr>
                  </w:pPr>
                  <w:r>
                    <w:rPr>
                      <w:rFonts w:ascii="Arial Narrow" w:hAnsi="Arial Narrow" w:cs="Arial"/>
                      <w:bCs/>
                      <w:sz w:val="22"/>
                      <w:szCs w:val="22"/>
                      <w:lang w:val="en-GB"/>
                    </w:rPr>
                    <w:t>Potential bidders are encouraged to consult the websites mentioned above regularly for potential modification to the present tender and/or the bidding documents.</w:t>
                  </w:r>
                </w:p>
                <w:p w14:paraId="2CA512AF" w14:textId="77777777" w:rsidR="005A7FFE" w:rsidRPr="002A71B1" w:rsidRDefault="005A7FFE" w:rsidP="00DC348F">
                  <w:pPr>
                    <w:framePr w:hSpace="180" w:wrap="around" w:vAnchor="page" w:hAnchor="page" w:x="606" w:y="539"/>
                    <w:spacing w:before="80"/>
                    <w:ind w:left="786"/>
                    <w:jc w:val="both"/>
                    <w:rPr>
                      <w:rFonts w:ascii="Arial Narrow" w:hAnsi="Arial Narrow"/>
                      <w:sz w:val="6"/>
                      <w:szCs w:val="6"/>
                      <w:lang w:val="en-GB"/>
                    </w:rPr>
                  </w:pPr>
                </w:p>
                <w:p w14:paraId="28DD857A" w14:textId="6DB29C6E" w:rsidR="00BD5085" w:rsidRPr="00BD5085" w:rsidRDefault="00BD5085" w:rsidP="00BD5085">
                  <w:pPr>
                    <w:framePr w:hSpace="180" w:wrap="around" w:vAnchor="page" w:hAnchor="page" w:x="606" w:y="539"/>
                    <w:spacing w:before="80"/>
                    <w:jc w:val="both"/>
                    <w:rPr>
                      <w:rFonts w:ascii="Arial Narrow" w:hAnsi="Arial Narrow"/>
                      <w:sz w:val="20"/>
                      <w:szCs w:val="20"/>
                      <w:lang w:val="en-GB"/>
                    </w:rPr>
                  </w:pPr>
                  <w:r w:rsidRPr="00BD5085">
                    <w:rPr>
                      <w:rFonts w:ascii="Arial Narrow" w:hAnsi="Arial Narrow"/>
                      <w:sz w:val="20"/>
                      <w:szCs w:val="20"/>
                      <w:lang w:val="en-GB"/>
                    </w:rPr>
                    <w:t xml:space="preserve">The </w:t>
                  </w:r>
                  <w:r w:rsidRPr="00BD5085">
                    <w:rPr>
                      <w:rFonts w:ascii="Arial Narrow" w:hAnsi="Arial Narrow"/>
                      <w:b/>
                      <w:bCs/>
                      <w:sz w:val="20"/>
                      <w:szCs w:val="20"/>
                      <w:lang w:val="en-GB"/>
                    </w:rPr>
                    <w:t>Closing Date of this tender</w:t>
                  </w:r>
                  <w:r w:rsidRPr="00BD5085">
                    <w:rPr>
                      <w:rFonts w:ascii="Arial Narrow" w:hAnsi="Arial Narrow"/>
                      <w:sz w:val="20"/>
                      <w:szCs w:val="20"/>
                      <w:lang w:val="en-GB"/>
                    </w:rPr>
                    <w:t xml:space="preserve"> is </w:t>
                  </w:r>
                  <w:r w:rsidRPr="00BD5085">
                    <w:rPr>
                      <w:rFonts w:ascii="Arial Narrow" w:hAnsi="Arial Narrow"/>
                      <w:b/>
                      <w:bCs/>
                      <w:sz w:val="20"/>
                      <w:szCs w:val="20"/>
                      <w:lang w:val="en-GB"/>
                    </w:rPr>
                    <w:t>02-02-2026</w:t>
                  </w:r>
                  <w:r w:rsidRPr="00BD5085">
                    <w:rPr>
                      <w:rFonts w:ascii="Arial Narrow" w:hAnsi="Arial Narrow"/>
                      <w:sz w:val="20"/>
                      <w:szCs w:val="20"/>
                      <w:lang w:val="en-GB"/>
                    </w:rPr>
                    <w:t xml:space="preserve"> at </w:t>
                  </w:r>
                  <w:r w:rsidRPr="00BD5085">
                    <w:rPr>
                      <w:rFonts w:ascii="Arial Narrow" w:hAnsi="Arial Narrow"/>
                      <w:b/>
                      <w:bCs/>
                      <w:sz w:val="20"/>
                      <w:szCs w:val="20"/>
                      <w:lang w:val="en-GB"/>
                    </w:rPr>
                    <w:t>10-00 AM</w:t>
                  </w:r>
                  <w:r w:rsidRPr="00BD5085">
                    <w:rPr>
                      <w:rFonts w:ascii="Arial Narrow" w:hAnsi="Arial Narrow"/>
                      <w:sz w:val="20"/>
                      <w:szCs w:val="20"/>
                      <w:lang w:val="en-GB"/>
                    </w:rPr>
                    <w:t xml:space="preserve"> in ACTED office at the following address: Sana’a Office, </w:t>
                  </w:r>
                  <w:proofErr w:type="spellStart"/>
                  <w:r w:rsidRPr="00BD5085">
                    <w:rPr>
                      <w:rFonts w:ascii="Arial Narrow" w:hAnsi="Arial Narrow"/>
                      <w:sz w:val="20"/>
                      <w:szCs w:val="20"/>
                      <w:lang w:val="en-GB"/>
                    </w:rPr>
                    <w:t>Haadah</w:t>
                  </w:r>
                  <w:proofErr w:type="spellEnd"/>
                  <w:r w:rsidRPr="00BD5085">
                    <w:rPr>
                      <w:rFonts w:ascii="Arial Narrow" w:hAnsi="Arial Narrow"/>
                      <w:sz w:val="20"/>
                      <w:szCs w:val="20"/>
                      <w:lang w:val="en-GB"/>
                    </w:rPr>
                    <w:t>, Behind Al-</w:t>
                  </w:r>
                  <w:proofErr w:type="spellStart"/>
                  <w:r w:rsidRPr="00BD5085">
                    <w:rPr>
                      <w:rFonts w:ascii="Arial Narrow" w:hAnsi="Arial Narrow"/>
                      <w:sz w:val="20"/>
                      <w:szCs w:val="20"/>
                      <w:lang w:val="en-GB"/>
                    </w:rPr>
                    <w:t>azani</w:t>
                  </w:r>
                  <w:proofErr w:type="spellEnd"/>
                  <w:r w:rsidRPr="00BD5085">
                    <w:rPr>
                      <w:rFonts w:ascii="Arial Narrow" w:hAnsi="Arial Narrow"/>
                      <w:sz w:val="20"/>
                      <w:szCs w:val="20"/>
                      <w:lang w:val="en-GB"/>
                    </w:rPr>
                    <w:t xml:space="preserve"> -Sana’a -Yemen in a sealed envelope not to be opened before the </w:t>
                  </w:r>
                  <w:r w:rsidRPr="00BD5085">
                    <w:rPr>
                      <w:rFonts w:ascii="Arial Narrow" w:hAnsi="Arial Narrow"/>
                      <w:b/>
                      <w:bCs/>
                      <w:sz w:val="20"/>
                      <w:szCs w:val="20"/>
                      <w:lang w:val="en-GB"/>
                    </w:rPr>
                    <w:t>02-02-2026</w:t>
                  </w:r>
                </w:p>
                <w:p w14:paraId="3315783B" w14:textId="555674F5" w:rsidR="001A56F1" w:rsidRDefault="00BD5085" w:rsidP="00BD5085">
                  <w:pPr>
                    <w:framePr w:hSpace="180" w:wrap="around" w:vAnchor="page" w:hAnchor="page" w:x="606" w:y="539"/>
                    <w:jc w:val="both"/>
                    <w:rPr>
                      <w:rFonts w:ascii="Arial Narrow" w:hAnsi="Arial Narrow"/>
                      <w:sz w:val="20"/>
                      <w:szCs w:val="20"/>
                      <w:rtl/>
                      <w:lang w:val="en-GB"/>
                    </w:rPr>
                  </w:pPr>
                  <w:r w:rsidRPr="00BD5085">
                    <w:rPr>
                      <w:rFonts w:ascii="Arial Narrow" w:hAnsi="Arial Narrow"/>
                      <w:sz w:val="20"/>
                      <w:szCs w:val="20"/>
                      <w:lang w:val="en-GB"/>
                    </w:rPr>
                    <w:t>Unsealed envelopes and late bids will be automatically rejected.</w:t>
                  </w:r>
                </w:p>
                <w:p w14:paraId="2620341D" w14:textId="77777777" w:rsidR="00BD5085" w:rsidRPr="002A71B1" w:rsidRDefault="00BD5085" w:rsidP="00BD5085">
                  <w:pPr>
                    <w:framePr w:hSpace="180" w:wrap="around" w:vAnchor="page" w:hAnchor="page" w:x="606" w:y="539"/>
                    <w:ind w:left="708"/>
                    <w:rPr>
                      <w:rFonts w:ascii="Arial Narrow" w:eastAsia="Calibri" w:hAnsi="Arial Narrow"/>
                      <w:b/>
                      <w:sz w:val="14"/>
                      <w:szCs w:val="14"/>
                      <w:lang w:eastAsia="fr-FR"/>
                    </w:rPr>
                  </w:pPr>
                </w:p>
                <w:p w14:paraId="1BB9F615" w14:textId="6EB85DDF" w:rsidR="001A56F1" w:rsidRDefault="00AE4A7F" w:rsidP="00AE4A7F">
                  <w:pPr>
                    <w:framePr w:hSpace="180" w:wrap="around" w:vAnchor="page" w:hAnchor="page" w:x="606" w:y="539"/>
                    <w:rPr>
                      <w:rFonts w:ascii="Arial Narrow" w:hAnsi="Arial Narrow"/>
                      <w:bCs/>
                      <w:sz w:val="20"/>
                      <w:szCs w:val="20"/>
                      <w:rtl/>
                    </w:rPr>
                  </w:pPr>
                  <w:r w:rsidRPr="00AE4A7F">
                    <w:rPr>
                      <w:rFonts w:ascii="Arial Narrow" w:hAnsi="Arial Narrow"/>
                      <w:bCs/>
                      <w:sz w:val="20"/>
                      <w:szCs w:val="20"/>
                    </w:rPr>
                    <w:t xml:space="preserve">A </w:t>
                  </w:r>
                  <w:r w:rsidRPr="00AE4A7F">
                    <w:rPr>
                      <w:rFonts w:ascii="Arial Narrow" w:hAnsi="Arial Narrow"/>
                      <w:b/>
                      <w:sz w:val="20"/>
                      <w:szCs w:val="20"/>
                    </w:rPr>
                    <w:t>Pre-Tender Information Session</w:t>
                  </w:r>
                  <w:r w:rsidRPr="00AE4A7F">
                    <w:rPr>
                      <w:rFonts w:ascii="Arial Narrow" w:hAnsi="Arial Narrow"/>
                      <w:bCs/>
                      <w:sz w:val="20"/>
                      <w:szCs w:val="20"/>
                    </w:rPr>
                    <w:t xml:space="preserve"> will be organized on</w:t>
                  </w:r>
                  <w:r>
                    <w:rPr>
                      <w:rFonts w:ascii="Arial Narrow" w:hAnsi="Arial Narrow" w:hint="cs"/>
                      <w:bCs/>
                      <w:sz w:val="20"/>
                      <w:szCs w:val="20"/>
                      <w:rtl/>
                    </w:rPr>
                    <w:t xml:space="preserve"> </w:t>
                  </w:r>
                  <w:r w:rsidRPr="00AE4A7F">
                    <w:rPr>
                      <w:rFonts w:ascii="Arial Narrow" w:hAnsi="Arial Narrow"/>
                      <w:b/>
                      <w:sz w:val="20"/>
                      <w:szCs w:val="20"/>
                    </w:rPr>
                    <w:t>26-01-2026</w:t>
                  </w:r>
                  <w:r w:rsidRPr="00AE4A7F">
                    <w:rPr>
                      <w:rFonts w:ascii="Arial Narrow" w:hAnsi="Arial Narrow"/>
                      <w:bCs/>
                      <w:sz w:val="20"/>
                      <w:szCs w:val="20"/>
                    </w:rPr>
                    <w:t xml:space="preserve"> at </w:t>
                  </w:r>
                  <w:r w:rsidRPr="00AE4A7F">
                    <w:rPr>
                      <w:rFonts w:ascii="Arial Narrow" w:hAnsi="Arial Narrow"/>
                      <w:b/>
                      <w:sz w:val="20"/>
                      <w:szCs w:val="20"/>
                    </w:rPr>
                    <w:t>10:00  AM</w:t>
                  </w:r>
                  <w:r w:rsidRPr="00AE4A7F">
                    <w:rPr>
                      <w:rFonts w:ascii="Arial Narrow" w:hAnsi="Arial Narrow"/>
                      <w:bCs/>
                      <w:sz w:val="20"/>
                      <w:szCs w:val="20"/>
                    </w:rPr>
                    <w:t xml:space="preserve">  in ACTED Sana’a Office- Haddah Street -Yemen. All bidders are encouraged to attend but attendance is not compulsory.</w:t>
                  </w:r>
                </w:p>
                <w:p w14:paraId="0D520315" w14:textId="77777777" w:rsidR="00AE4A7F" w:rsidRPr="002A71B1" w:rsidRDefault="00AE4A7F" w:rsidP="00AE4A7F">
                  <w:pPr>
                    <w:framePr w:hSpace="180" w:wrap="around" w:vAnchor="page" w:hAnchor="page" w:x="606" w:y="539"/>
                    <w:ind w:left="708"/>
                    <w:rPr>
                      <w:rFonts w:ascii="Arial Narrow" w:hAnsi="Arial Narrow"/>
                      <w:bCs/>
                      <w:sz w:val="12"/>
                      <w:szCs w:val="12"/>
                    </w:rPr>
                  </w:pPr>
                </w:p>
                <w:p w14:paraId="48223648" w14:textId="77777777" w:rsidR="001A56F1" w:rsidRPr="001A56F1" w:rsidRDefault="001A56F1" w:rsidP="00DC348F">
                  <w:pPr>
                    <w:framePr w:hSpace="180" w:wrap="around" w:vAnchor="page" w:hAnchor="page" w:x="606" w:y="539"/>
                    <w:rPr>
                      <w:rFonts w:ascii="Arial Narrow" w:hAnsi="Arial Narrow"/>
                      <w:bCs/>
                      <w:sz w:val="20"/>
                      <w:szCs w:val="20"/>
                    </w:rPr>
                  </w:pPr>
                  <w:r w:rsidRPr="001A56F1">
                    <w:rPr>
                      <w:rFonts w:ascii="Arial Narrow" w:hAnsi="Arial Narrow"/>
                      <w:bCs/>
                      <w:sz w:val="20"/>
                      <w:szCs w:val="20"/>
                    </w:rPr>
                    <w:t>This meeting provides interested bidders the opportunity to request further information about the tender process or to enquire about the technical specifications described in the tender documents prior to the submission deadline to better understand the supplies/services/Supply and deliver s provided.</w:t>
                  </w:r>
                </w:p>
                <w:p w14:paraId="638939E7" w14:textId="77777777" w:rsidR="001A56F1" w:rsidRPr="001A56F1" w:rsidRDefault="001A56F1" w:rsidP="00DC348F">
                  <w:pPr>
                    <w:framePr w:hSpace="180" w:wrap="around" w:vAnchor="page" w:hAnchor="page" w:x="606" w:y="539"/>
                    <w:ind w:left="708"/>
                    <w:rPr>
                      <w:rFonts w:ascii="Arial Narrow" w:hAnsi="Arial Narrow"/>
                      <w:bCs/>
                      <w:color w:val="000000"/>
                      <w:sz w:val="20"/>
                      <w:szCs w:val="20"/>
                    </w:rPr>
                  </w:pPr>
                </w:p>
                <w:p w14:paraId="227F3347" w14:textId="7D587177" w:rsidR="001A56F1" w:rsidRPr="001A56F1" w:rsidRDefault="001A56F1" w:rsidP="00DC348F">
                  <w:pPr>
                    <w:framePr w:hSpace="180" w:wrap="around" w:vAnchor="page" w:hAnchor="page" w:x="606" w:y="539"/>
                    <w:rPr>
                      <w:rFonts w:ascii="Arial Narrow" w:eastAsiaTheme="minorHAnsi" w:hAnsi="Arial Narrow"/>
                      <w:bCs/>
                      <w:sz w:val="20"/>
                      <w:szCs w:val="20"/>
                    </w:rPr>
                  </w:pPr>
                  <w:r w:rsidRPr="001A56F1">
                    <w:rPr>
                      <w:rFonts w:ascii="Arial Narrow" w:hAnsi="Arial Narrow" w:cstheme="minorHAnsi"/>
                      <w:bCs/>
                      <w:color w:val="000000"/>
                      <w:sz w:val="20"/>
                      <w:szCs w:val="20"/>
                    </w:rPr>
                    <w:t xml:space="preserve">ACTED will hold a </w:t>
                  </w:r>
                  <w:r w:rsidRPr="001A56F1">
                    <w:rPr>
                      <w:rFonts w:ascii="Arial Narrow" w:hAnsi="Arial Narrow" w:cstheme="minorHAnsi"/>
                      <w:b/>
                      <w:bCs/>
                      <w:color w:val="000000"/>
                      <w:sz w:val="20"/>
                      <w:szCs w:val="20"/>
                    </w:rPr>
                    <w:t>Tender Opening Session</w:t>
                  </w:r>
                  <w:r w:rsidRPr="001A56F1">
                    <w:rPr>
                      <w:rFonts w:ascii="Arial Narrow" w:hAnsi="Arial Narrow" w:cstheme="minorHAnsi"/>
                      <w:bCs/>
                      <w:color w:val="000000"/>
                      <w:sz w:val="20"/>
                      <w:szCs w:val="20"/>
                    </w:rPr>
                    <w:t xml:space="preserve"> at </w:t>
                  </w:r>
                  <w:r w:rsidRPr="001A56F1">
                    <w:rPr>
                      <w:rFonts w:ascii="Arial Narrow" w:hAnsi="Arial Narrow" w:cstheme="minorHAnsi"/>
                      <w:b/>
                      <w:color w:val="000000"/>
                      <w:sz w:val="20"/>
                      <w:szCs w:val="20"/>
                    </w:rPr>
                    <w:t xml:space="preserve">ACTED Office – </w:t>
                  </w:r>
                  <w:r w:rsidRPr="001A56F1">
                    <w:rPr>
                      <w:rFonts w:ascii="Arial Narrow" w:hAnsi="Arial Narrow" w:cstheme="minorHAnsi"/>
                      <w:b/>
                      <w:color w:val="000000"/>
                      <w:sz w:val="20"/>
                      <w:szCs w:val="20"/>
                      <w:lang w:eastAsia="en-GB"/>
                    </w:rPr>
                    <w:t xml:space="preserve">Sana’a Office, </w:t>
                  </w:r>
                  <w:proofErr w:type="spellStart"/>
                  <w:r w:rsidRPr="001A56F1">
                    <w:rPr>
                      <w:rFonts w:ascii="Arial Narrow" w:hAnsi="Arial Narrow" w:cstheme="minorHAnsi"/>
                      <w:b/>
                      <w:color w:val="000000"/>
                      <w:sz w:val="20"/>
                      <w:szCs w:val="20"/>
                    </w:rPr>
                    <w:t>Haadah</w:t>
                  </w:r>
                  <w:proofErr w:type="spellEnd"/>
                  <w:r w:rsidRPr="001A56F1">
                    <w:rPr>
                      <w:rFonts w:ascii="Arial Narrow" w:hAnsi="Arial Narrow" w:cstheme="minorHAnsi"/>
                      <w:b/>
                      <w:color w:val="000000"/>
                      <w:sz w:val="20"/>
                      <w:szCs w:val="20"/>
                    </w:rPr>
                    <w:t xml:space="preserve"> , Behind Al-</w:t>
                  </w:r>
                  <w:proofErr w:type="spellStart"/>
                  <w:r w:rsidRPr="001A56F1">
                    <w:rPr>
                      <w:rFonts w:ascii="Arial Narrow" w:hAnsi="Arial Narrow" w:cstheme="minorHAnsi"/>
                      <w:b/>
                      <w:color w:val="000000"/>
                      <w:sz w:val="20"/>
                      <w:szCs w:val="20"/>
                    </w:rPr>
                    <w:t>azani</w:t>
                  </w:r>
                  <w:proofErr w:type="spellEnd"/>
                  <w:r w:rsidRPr="001A56F1">
                    <w:rPr>
                      <w:rFonts w:ascii="Arial Narrow" w:hAnsi="Arial Narrow" w:cstheme="minorHAnsi"/>
                      <w:b/>
                      <w:color w:val="000000"/>
                      <w:sz w:val="20"/>
                      <w:szCs w:val="20"/>
                    </w:rPr>
                    <w:t xml:space="preserve"> -S -Sana’a-Yemen</w:t>
                  </w:r>
                  <w:r w:rsidRPr="001A56F1">
                    <w:rPr>
                      <w:rFonts w:ascii="Arial Narrow" w:hAnsi="Arial Narrow" w:cstheme="minorHAnsi"/>
                      <w:bCs/>
                      <w:color w:val="000000"/>
                      <w:sz w:val="20"/>
                      <w:szCs w:val="20"/>
                    </w:rPr>
                    <w:t xml:space="preserve"> </w:t>
                  </w:r>
                  <w:r w:rsidRPr="001A56F1">
                    <w:rPr>
                      <w:rFonts w:ascii="Arial Narrow" w:hAnsi="Arial Narrow" w:cstheme="minorHAnsi"/>
                      <w:b/>
                      <w:bCs/>
                      <w:color w:val="000000"/>
                      <w:sz w:val="20"/>
                      <w:szCs w:val="20"/>
                    </w:rPr>
                    <w:t xml:space="preserve">on </w:t>
                  </w:r>
                  <w:r w:rsidR="006F2EA2" w:rsidRPr="006F2EA2">
                    <w:rPr>
                      <w:rFonts w:ascii="Arial Narrow" w:hAnsi="Arial Narrow"/>
                      <w:b/>
                      <w:sz w:val="20"/>
                      <w:szCs w:val="20"/>
                      <w:highlight w:val="yellow"/>
                      <w:lang w:val="en-GB"/>
                    </w:rPr>
                    <w:t xml:space="preserve"> </w:t>
                  </w:r>
                  <w:r w:rsidR="00296A6F" w:rsidRPr="00296A6F">
                    <w:rPr>
                      <w:rFonts w:ascii="Arial Narrow" w:hAnsi="Arial Narrow"/>
                      <w:b/>
                      <w:sz w:val="20"/>
                      <w:szCs w:val="20"/>
                      <w:lang w:val="en-GB"/>
                    </w:rPr>
                    <w:t>02</w:t>
                  </w:r>
                  <w:r w:rsidR="006F2EA2" w:rsidRPr="00296A6F">
                    <w:rPr>
                      <w:rFonts w:ascii="Arial Narrow" w:hAnsi="Arial Narrow"/>
                      <w:b/>
                      <w:sz w:val="20"/>
                      <w:szCs w:val="20"/>
                      <w:lang w:val="en-GB"/>
                    </w:rPr>
                    <w:t>-</w:t>
                  </w:r>
                  <w:r w:rsidR="00296A6F" w:rsidRPr="00296A6F">
                    <w:rPr>
                      <w:rFonts w:ascii="Arial Narrow" w:hAnsi="Arial Narrow"/>
                      <w:b/>
                      <w:sz w:val="20"/>
                      <w:szCs w:val="20"/>
                      <w:lang w:val="en-GB"/>
                    </w:rPr>
                    <w:t>02</w:t>
                  </w:r>
                  <w:r w:rsidR="006F2EA2" w:rsidRPr="00296A6F">
                    <w:rPr>
                      <w:rFonts w:ascii="Arial Narrow" w:hAnsi="Arial Narrow"/>
                      <w:b/>
                      <w:sz w:val="20"/>
                      <w:szCs w:val="20"/>
                      <w:lang w:val="en-GB"/>
                    </w:rPr>
                    <w:t>-</w:t>
                  </w:r>
                  <w:r w:rsidR="00296A6F" w:rsidRPr="00296A6F">
                    <w:rPr>
                      <w:rFonts w:ascii="Arial Narrow" w:hAnsi="Arial Narrow"/>
                      <w:b/>
                      <w:sz w:val="20"/>
                      <w:szCs w:val="20"/>
                      <w:lang w:val="en-GB"/>
                    </w:rPr>
                    <w:t>2026</w:t>
                  </w:r>
                  <w:r w:rsidR="006F2EA2" w:rsidRPr="00296A6F">
                    <w:rPr>
                      <w:rFonts w:ascii="Arial Narrow" w:hAnsi="Arial Narrow"/>
                      <w:b/>
                      <w:sz w:val="20"/>
                      <w:szCs w:val="20"/>
                    </w:rPr>
                    <w:t xml:space="preserve"> at </w:t>
                  </w:r>
                  <w:r w:rsidR="00296A6F" w:rsidRPr="00296A6F">
                    <w:rPr>
                      <w:rFonts w:ascii="Arial Narrow" w:hAnsi="Arial Narrow"/>
                      <w:b/>
                      <w:sz w:val="20"/>
                      <w:szCs w:val="20"/>
                    </w:rPr>
                    <w:t>11</w:t>
                  </w:r>
                  <w:r w:rsidR="006F2EA2" w:rsidRPr="00296A6F">
                    <w:rPr>
                      <w:rFonts w:ascii="Arial Narrow" w:hAnsi="Arial Narrow"/>
                      <w:b/>
                      <w:sz w:val="20"/>
                      <w:szCs w:val="20"/>
                    </w:rPr>
                    <w:t>:</w:t>
                  </w:r>
                  <w:r w:rsidR="00296A6F" w:rsidRPr="00296A6F">
                    <w:rPr>
                      <w:rFonts w:ascii="Arial Narrow" w:hAnsi="Arial Narrow"/>
                      <w:b/>
                      <w:sz w:val="20"/>
                      <w:szCs w:val="20"/>
                    </w:rPr>
                    <w:t>00</w:t>
                  </w:r>
                  <w:r w:rsidR="006F2EA2">
                    <w:rPr>
                      <w:rFonts w:ascii="Arial Narrow" w:hAnsi="Arial Narrow"/>
                      <w:b/>
                      <w:sz w:val="20"/>
                      <w:szCs w:val="20"/>
                    </w:rPr>
                    <w:t xml:space="preserve"> </w:t>
                  </w:r>
                  <w:r w:rsidRPr="001A56F1">
                    <w:rPr>
                      <w:rFonts w:ascii="Arial Narrow" w:hAnsi="Arial Narrow" w:cstheme="minorHAnsi"/>
                      <w:b/>
                      <w:bCs/>
                      <w:color w:val="000000"/>
                      <w:sz w:val="20"/>
                      <w:szCs w:val="20"/>
                    </w:rPr>
                    <w:t>AM (Yemen time).</w:t>
                  </w:r>
                  <w:r w:rsidRPr="001A56F1">
                    <w:rPr>
                      <w:rFonts w:ascii="Arial Narrow" w:hAnsi="Arial Narrow" w:cstheme="minorHAnsi"/>
                      <w:bCs/>
                      <w:color w:val="000000"/>
                      <w:sz w:val="20"/>
                      <w:szCs w:val="20"/>
                    </w:rPr>
                    <w:t xml:space="preserve"> The presence of bidders’ representatives is permitted, for that you need to submit your contact details to the email</w:t>
                  </w:r>
                  <w:r w:rsidRPr="001A56F1">
                    <w:rPr>
                      <w:rFonts w:ascii="Arial Narrow" w:hAnsi="Arial Narrow" w:cstheme="minorHAnsi"/>
                      <w:bCs/>
                      <w:sz w:val="20"/>
                      <w:szCs w:val="20"/>
                    </w:rPr>
                    <w:t xml:space="preserve"> address </w:t>
                  </w:r>
                  <w:hyperlink r:id="rId13" w:history="1">
                    <w:r w:rsidRPr="001A56F1">
                      <w:rPr>
                        <w:rFonts w:ascii="Arial Narrow" w:hAnsi="Arial Narrow" w:cstheme="minorHAnsi"/>
                        <w:bCs/>
                        <w:color w:val="0000FF"/>
                        <w:sz w:val="20"/>
                        <w:szCs w:val="20"/>
                        <w:u w:val="single"/>
                      </w:rPr>
                      <w:t>yemen.tender@acted.org</w:t>
                    </w:r>
                  </w:hyperlink>
                  <w:r w:rsidRPr="001A56F1">
                    <w:rPr>
                      <w:rFonts w:ascii="Arial Narrow" w:hAnsi="Arial Narrow" w:cstheme="minorHAnsi"/>
                      <w:bCs/>
                      <w:sz w:val="20"/>
                      <w:szCs w:val="20"/>
                    </w:rPr>
                    <w:t xml:space="preserve"> cc </w:t>
                  </w:r>
                  <w:hyperlink r:id="rId14" w:history="1">
                    <w:r w:rsidRPr="001A56F1">
                      <w:rPr>
                        <w:rFonts w:ascii="Arial Narrow" w:hAnsi="Arial Narrow" w:cstheme="minorHAnsi"/>
                        <w:bCs/>
                        <w:color w:val="0000FF"/>
                        <w:sz w:val="20"/>
                        <w:szCs w:val="20"/>
                        <w:u w:val="single"/>
                      </w:rPr>
                      <w:t>tender@acted.org</w:t>
                    </w:r>
                  </w:hyperlink>
                  <w:r w:rsidRPr="001A56F1">
                    <w:rPr>
                      <w:rFonts w:ascii="Arial Narrow" w:hAnsi="Arial Narrow" w:cstheme="minorHAnsi"/>
                      <w:bCs/>
                      <w:sz w:val="20"/>
                      <w:szCs w:val="20"/>
                    </w:rPr>
                    <w:t xml:space="preserve"> before the</w:t>
                  </w:r>
                </w:p>
                <w:p w14:paraId="04DEF4E7" w14:textId="2839F4FC" w:rsidR="001A56F1" w:rsidRPr="001A56F1" w:rsidRDefault="001A56F1" w:rsidP="00DC348F">
                  <w:pPr>
                    <w:framePr w:hSpace="180" w:wrap="around" w:vAnchor="page" w:hAnchor="page" w:x="606" w:y="539"/>
                    <w:ind w:left="720"/>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sz w:val="20"/>
                      <w:szCs w:val="20"/>
                      <w:lang w:eastAsia="fr-FR"/>
                    </w:rPr>
                    <w:t xml:space="preserve"> </w:t>
                  </w:r>
                  <w:r w:rsidR="006F2EA2" w:rsidRPr="006F2EA2">
                    <w:rPr>
                      <w:rFonts w:ascii="Arial Narrow" w:hAnsi="Arial Narrow"/>
                      <w:b/>
                      <w:sz w:val="20"/>
                      <w:szCs w:val="20"/>
                      <w:highlight w:val="yellow"/>
                      <w:lang w:val="en-GB"/>
                    </w:rPr>
                    <w:t xml:space="preserve"> </w:t>
                  </w:r>
                  <w:r w:rsidR="00296A6F" w:rsidRPr="00296A6F">
                    <w:rPr>
                      <w:rFonts w:ascii="Arial Narrow" w:hAnsi="Arial Narrow"/>
                      <w:b/>
                      <w:sz w:val="20"/>
                      <w:szCs w:val="20"/>
                      <w:lang w:val="en-GB"/>
                    </w:rPr>
                    <w:t>02</w:t>
                  </w:r>
                  <w:r w:rsidR="006F2EA2" w:rsidRPr="00296A6F">
                    <w:rPr>
                      <w:rFonts w:ascii="Arial Narrow" w:hAnsi="Arial Narrow"/>
                      <w:b/>
                      <w:sz w:val="20"/>
                      <w:szCs w:val="20"/>
                      <w:lang w:val="en-GB"/>
                    </w:rPr>
                    <w:t>-</w:t>
                  </w:r>
                  <w:r w:rsidR="00296A6F" w:rsidRPr="00296A6F">
                    <w:rPr>
                      <w:rFonts w:ascii="Arial Narrow" w:hAnsi="Arial Narrow"/>
                      <w:b/>
                      <w:sz w:val="20"/>
                      <w:szCs w:val="20"/>
                      <w:lang w:val="en-GB"/>
                    </w:rPr>
                    <w:t>02</w:t>
                  </w:r>
                  <w:r w:rsidR="006F2EA2" w:rsidRPr="00296A6F">
                    <w:rPr>
                      <w:rFonts w:ascii="Arial Narrow" w:hAnsi="Arial Narrow"/>
                      <w:b/>
                      <w:sz w:val="20"/>
                      <w:szCs w:val="20"/>
                      <w:lang w:val="en-GB"/>
                    </w:rPr>
                    <w:t>-</w:t>
                  </w:r>
                  <w:r w:rsidR="00296A6F" w:rsidRPr="00296A6F">
                    <w:rPr>
                      <w:rFonts w:ascii="Arial Narrow" w:hAnsi="Arial Narrow"/>
                      <w:b/>
                      <w:sz w:val="20"/>
                      <w:szCs w:val="20"/>
                      <w:lang w:val="en-GB"/>
                    </w:rPr>
                    <w:t>2026</w:t>
                  </w:r>
                  <w:r w:rsidR="006F2EA2" w:rsidRPr="00296A6F">
                    <w:rPr>
                      <w:rFonts w:ascii="Arial Narrow" w:hAnsi="Arial Narrow"/>
                      <w:b/>
                      <w:sz w:val="20"/>
                      <w:szCs w:val="20"/>
                    </w:rPr>
                    <w:t xml:space="preserve"> at </w:t>
                  </w:r>
                  <w:r w:rsidR="00296A6F" w:rsidRPr="00296A6F">
                    <w:rPr>
                      <w:rFonts w:ascii="Arial Narrow" w:hAnsi="Arial Narrow"/>
                      <w:b/>
                      <w:sz w:val="20"/>
                      <w:szCs w:val="20"/>
                    </w:rPr>
                    <w:t>11</w:t>
                  </w:r>
                  <w:r w:rsidR="006F2EA2" w:rsidRPr="00296A6F">
                    <w:rPr>
                      <w:rFonts w:ascii="Arial Narrow" w:hAnsi="Arial Narrow"/>
                      <w:b/>
                      <w:sz w:val="20"/>
                      <w:szCs w:val="20"/>
                    </w:rPr>
                    <w:t>:</w:t>
                  </w:r>
                  <w:r w:rsidR="00296A6F" w:rsidRPr="00296A6F">
                    <w:rPr>
                      <w:rFonts w:ascii="Arial Narrow" w:hAnsi="Arial Narrow"/>
                      <w:b/>
                      <w:sz w:val="20"/>
                      <w:szCs w:val="20"/>
                    </w:rPr>
                    <w:t>00</w:t>
                  </w:r>
                  <w:r w:rsidR="006F2EA2">
                    <w:rPr>
                      <w:rFonts w:ascii="Arial Narrow" w:hAnsi="Arial Narrow"/>
                      <w:b/>
                      <w:sz w:val="20"/>
                      <w:szCs w:val="20"/>
                    </w:rPr>
                    <w:t xml:space="preserve"> </w:t>
                  </w:r>
                  <w:r w:rsidRPr="001A56F1">
                    <w:rPr>
                      <w:rFonts w:ascii="Arial Narrow" w:eastAsia="Calibri" w:hAnsi="Arial Narrow" w:cstheme="minorHAnsi"/>
                      <w:b/>
                      <w:sz w:val="20"/>
                      <w:szCs w:val="20"/>
                      <w:lang w:eastAsia="fr-FR"/>
                    </w:rPr>
                    <w:t xml:space="preserve">AM </w:t>
                  </w:r>
                  <w:r w:rsidRPr="001A56F1">
                    <w:rPr>
                      <w:rFonts w:ascii="Arial Narrow" w:eastAsia="Calibri" w:hAnsi="Arial Narrow" w:cstheme="minorHAnsi"/>
                      <w:bCs/>
                      <w:sz w:val="20"/>
                      <w:szCs w:val="20"/>
                      <w:lang w:eastAsia="fr-FR"/>
                    </w:rPr>
                    <w:t xml:space="preserve">(Yemen time). </w:t>
                  </w:r>
                </w:p>
                <w:p w14:paraId="452730F0" w14:textId="77777777" w:rsidR="00BF0096" w:rsidRDefault="00BF0096" w:rsidP="00DC348F">
                  <w:pPr>
                    <w:framePr w:hSpace="180" w:wrap="around" w:vAnchor="page" w:hAnchor="page" w:x="606" w:y="539"/>
                    <w:jc w:val="both"/>
                    <w:rPr>
                      <w:rFonts w:ascii="Arial Narrow" w:hAnsi="Arial Narrow" w:cstheme="minorHAnsi"/>
                      <w:bCs/>
                      <w:color w:val="000000"/>
                      <w:sz w:val="20"/>
                      <w:szCs w:val="20"/>
                      <w:rtl/>
                    </w:rPr>
                  </w:pPr>
                </w:p>
                <w:p w14:paraId="449FDFBE" w14:textId="77777777" w:rsidR="00BF0096" w:rsidRPr="001A56F1" w:rsidRDefault="00BF0096" w:rsidP="00DC348F">
                  <w:pPr>
                    <w:framePr w:hSpace="180" w:wrap="around" w:vAnchor="page" w:hAnchor="page" w:x="606" w:y="539"/>
                    <w:ind w:left="720"/>
                    <w:jc w:val="both"/>
                    <w:rPr>
                      <w:rFonts w:ascii="Arial Narrow" w:hAnsi="Arial Narrow" w:cstheme="minorHAnsi"/>
                      <w:bCs/>
                      <w:color w:val="000000"/>
                      <w:sz w:val="20"/>
                      <w:szCs w:val="20"/>
                    </w:rPr>
                  </w:pPr>
                </w:p>
                <w:p w14:paraId="7875ED07" w14:textId="77777777" w:rsidR="001A56F1" w:rsidRPr="001A56F1" w:rsidRDefault="001A56F1" w:rsidP="00DC348F">
                  <w:pPr>
                    <w:framePr w:hSpace="180" w:wrap="around" w:vAnchor="page" w:hAnchor="page" w:x="606" w:y="539"/>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color w:val="000000"/>
                      <w:sz w:val="20"/>
                      <w:szCs w:val="20"/>
                      <w:lang w:eastAsia="fr-FR"/>
                    </w:rPr>
                    <w:t xml:space="preserve">The </w:t>
                  </w:r>
                  <w:r w:rsidRPr="001A56F1">
                    <w:rPr>
                      <w:rFonts w:ascii="Arial Narrow" w:eastAsia="Calibri" w:hAnsi="Arial Narrow" w:cstheme="minorHAnsi"/>
                      <w:b/>
                      <w:color w:val="000000"/>
                      <w:sz w:val="20"/>
                      <w:szCs w:val="20"/>
                      <w:lang w:eastAsia="fr-FR"/>
                    </w:rPr>
                    <w:t>Tender Opening Session</w:t>
                  </w:r>
                  <w:r w:rsidRPr="001A56F1">
                    <w:rPr>
                      <w:rFonts w:ascii="Arial Narrow" w:eastAsia="Calibri" w:hAnsi="Arial Narrow" w:cstheme="minorHAnsi"/>
                      <w:bCs/>
                      <w:color w:val="000000"/>
                      <w:sz w:val="20"/>
                      <w:szCs w:val="20"/>
                      <w:lang w:eastAsia="fr-FR"/>
                    </w:rPr>
                    <w:t xml:space="preserve"> involves the opening of all offers in front of all any bidders who attend and conducting a document check, whereby all the documents provided by each bidder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DC348F">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DC348F">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ACTED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in CC.</w:t>
                  </w:r>
                </w:p>
                <w:p w14:paraId="72744D00" w14:textId="77777777" w:rsidR="003804EE" w:rsidRPr="006D446A" w:rsidRDefault="003804EE" w:rsidP="00DC348F">
                  <w:pPr>
                    <w:framePr w:hSpace="180" w:wrap="around" w:vAnchor="page" w:hAnchor="page" w:x="606" w:y="539"/>
                    <w:jc w:val="both"/>
                    <w:rPr>
                      <w:rStyle w:val="Hyperlink"/>
                      <w:rFonts w:cs="Arial"/>
                      <w:bCs/>
                      <w:sz w:val="22"/>
                      <w:szCs w:val="22"/>
                      <w:lang w:val="en-GB"/>
                    </w:rPr>
                  </w:pPr>
                </w:p>
                <w:p w14:paraId="469EDCEC" w14:textId="20F3215C" w:rsidR="003804EE" w:rsidRPr="006D446A" w:rsidRDefault="003804EE" w:rsidP="00DC348F">
                  <w:pPr>
                    <w:framePr w:hSpace="180" w:wrap="around" w:vAnchor="page" w:hAnchor="page" w:x="606" w:y="539"/>
                    <w:spacing w:before="80"/>
                    <w:jc w:val="both"/>
                    <w:rPr>
                      <w:rFonts w:ascii="Arial Narrow" w:hAnsi="Arial Narrow" w:cs="Arial"/>
                      <w:bCs/>
                      <w:iCs/>
                      <w:sz w:val="20"/>
                      <w:szCs w:val="20"/>
                      <w:lang w:val="en-GB"/>
                    </w:rPr>
                  </w:pPr>
                  <w:r w:rsidRPr="006D446A">
                    <w:rPr>
                      <w:rFonts w:ascii="Arial Narrow" w:hAnsi="Arial Narrow" w:cs="Arial"/>
                      <w:b/>
                      <w:iCs/>
                      <w:color w:val="000000"/>
                      <w:sz w:val="20"/>
                      <w:szCs w:val="20"/>
                      <w:shd w:val="clear" w:color="auto" w:fill="FFFFFF"/>
                      <w:lang w:val="en-GB"/>
                    </w:rPr>
                    <w:t>NOTE</w:t>
                  </w:r>
                  <w:r w:rsidRPr="006D446A">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CE7EBB" w:rsidRPr="00CE7EBB">
                    <w:rPr>
                      <w:rFonts w:ascii="Arial Narrow" w:hAnsi="Arial Narrow" w:cs="Arial"/>
                      <w:bCs/>
                      <w:iCs/>
                      <w:color w:val="000000"/>
                      <w:sz w:val="20"/>
                      <w:szCs w:val="20"/>
                      <w:shd w:val="clear" w:color="auto" w:fill="FFFFFF"/>
                      <w:lang w:val="en-GB"/>
                    </w:rPr>
                    <w:t xml:space="preserve">contact the following phone number +33 6 07 22 46 28 and/or </w:t>
                  </w:r>
                  <w:r w:rsidRPr="006D446A">
                    <w:rPr>
                      <w:rFonts w:ascii="Arial Narrow" w:hAnsi="Arial Narrow" w:cs="Arial"/>
                      <w:bCs/>
                      <w:iCs/>
                      <w:color w:val="000000"/>
                      <w:sz w:val="20"/>
                      <w:szCs w:val="20"/>
                      <w:shd w:val="clear" w:color="auto" w:fill="FFFFFF"/>
                      <w:lang w:val="en-GB"/>
                    </w:rPr>
                    <w:t xml:space="preserve">send an e-mail to </w:t>
                  </w:r>
                  <w:hyperlink r:id="rId16" w:history="1">
                    <w:r w:rsidRPr="006D446A">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291D7033" w14:textId="77777777" w:rsidR="003804EE" w:rsidRDefault="003804EE" w:rsidP="00DC348F">
                  <w:pPr>
                    <w:framePr w:hSpace="180" w:wrap="around" w:vAnchor="page" w:hAnchor="page" w:x="606" w:y="539"/>
                    <w:bidi/>
                    <w:rPr>
                      <w:rFonts w:ascii="Arial Narrow" w:hAnsi="Arial Narrow"/>
                      <w:b/>
                      <w:sz w:val="22"/>
                      <w:szCs w:val="22"/>
                      <w:rtl/>
                    </w:rPr>
                  </w:pPr>
                  <w:r>
                    <w:rPr>
                      <w:rFonts w:ascii="Arial Narrow" w:hAnsi="Arial Narrow" w:hint="cs"/>
                      <w:b/>
                      <w:sz w:val="22"/>
                      <w:szCs w:val="22"/>
                      <w:rtl/>
                    </w:rPr>
                    <w:t>يتم تقديم المناقصة باستخدام وثائق اكتد المعتمدة والتقديم مفتوح لجميع الموردين المؤهلين ومقدمي الخدمة</w:t>
                  </w:r>
                  <w:r>
                    <w:rPr>
                      <w:rFonts w:ascii="Arial Narrow" w:hAnsi="Arial Narrow" w:cstheme="minorHAnsi"/>
                      <w:b/>
                      <w:sz w:val="22"/>
                      <w:szCs w:val="22"/>
                      <w:rtl/>
                    </w:rPr>
                    <w:t xml:space="preserve">. </w:t>
                  </w:r>
                  <w:r>
                    <w:rPr>
                      <w:rFonts w:ascii="Arial Narrow" w:hAnsi="Arial Narrow" w:hint="cs"/>
                      <w:b/>
                      <w:sz w:val="22"/>
                      <w:szCs w:val="22"/>
                      <w:rtl/>
                    </w:rPr>
                    <w:t xml:space="preserve">يمكن إيجاد </w:t>
                  </w:r>
                  <w:r>
                    <w:rPr>
                      <w:rFonts w:ascii="Arial Narrow" w:hAnsi="Arial Narrow" w:cstheme="minorHAnsi"/>
                      <w:b/>
                      <w:sz w:val="22"/>
                      <w:szCs w:val="22"/>
                      <w:rtl/>
                    </w:rPr>
                    <w:t>"</w:t>
                  </w:r>
                  <w:r>
                    <w:rPr>
                      <w:rFonts w:ascii="Arial Narrow" w:hAnsi="Arial Narrow" w:hint="cs"/>
                      <w:b/>
                      <w:sz w:val="22"/>
                      <w:szCs w:val="22"/>
                      <w:rtl/>
                    </w:rPr>
                    <w:t>وثائق المناقصات باللغتين</w:t>
                  </w:r>
                  <w:r>
                    <w:rPr>
                      <w:rFonts w:ascii="Arial Narrow" w:hAnsi="Arial Narrow" w:cstheme="minorHAnsi"/>
                      <w:b/>
                      <w:sz w:val="22"/>
                      <w:szCs w:val="22"/>
                      <w:rtl/>
                    </w:rPr>
                    <w:t xml:space="preserve"> (</w:t>
                  </w:r>
                  <w:r>
                    <w:rPr>
                      <w:rFonts w:ascii="Arial Narrow" w:hAnsi="Arial Narrow" w:hint="cs"/>
                      <w:b/>
                      <w:sz w:val="22"/>
                      <w:szCs w:val="22"/>
                      <w:rtl/>
                    </w:rPr>
                    <w:t xml:space="preserve">العربية </w:t>
                  </w:r>
                  <w:r>
                    <w:rPr>
                      <w:rFonts w:ascii="Arial Narrow" w:hAnsi="Arial Narrow" w:cstheme="minorHAnsi"/>
                      <w:b/>
                      <w:sz w:val="22"/>
                      <w:szCs w:val="22"/>
                      <w:rtl/>
                    </w:rPr>
                    <w:t xml:space="preserve">/ </w:t>
                  </w:r>
                  <w:r>
                    <w:rPr>
                      <w:rFonts w:ascii="Arial Narrow" w:hAnsi="Arial Narrow" w:hint="cs"/>
                      <w:b/>
                      <w:sz w:val="22"/>
                      <w:szCs w:val="22"/>
                      <w:rtl/>
                    </w:rPr>
                    <w:t>الانجليزية</w:t>
                  </w:r>
                  <w:r>
                    <w:rPr>
                      <w:rFonts w:ascii="Arial Narrow" w:hAnsi="Arial Narrow" w:cstheme="minorHAnsi"/>
                      <w:b/>
                      <w:sz w:val="22"/>
                      <w:szCs w:val="22"/>
                      <w:rtl/>
                    </w:rPr>
                    <w:t xml:space="preserve">) </w:t>
                  </w:r>
                  <w:r>
                    <w:rPr>
                      <w:rFonts w:ascii="Arial Narrow" w:hAnsi="Arial Narrow" w:hint="cs"/>
                      <w:b/>
                      <w:sz w:val="22"/>
                      <w:szCs w:val="22"/>
                      <w:rtl/>
                    </w:rPr>
                    <w:t>ويمكن جمعها وتنزيلها من قبل جميع المتقدمين عن طريق موقع يمن اتش من الروابط التالية:</w:t>
                  </w:r>
                </w:p>
                <w:p w14:paraId="55989AFC" w14:textId="77777777" w:rsidR="00BF0096" w:rsidRDefault="00BF0096" w:rsidP="00DC348F">
                  <w:pPr>
                    <w:framePr w:hSpace="180" w:wrap="around" w:vAnchor="page" w:hAnchor="page" w:x="606" w:y="539"/>
                    <w:bidi/>
                    <w:rPr>
                      <w:rFonts w:ascii="Arial Narrow" w:hAnsi="Arial Narrow"/>
                      <w:b/>
                      <w:sz w:val="22"/>
                      <w:szCs w:val="22"/>
                      <w:rtl/>
                    </w:rPr>
                  </w:pPr>
                </w:p>
                <w:p w14:paraId="69662D51" w14:textId="76A1B197" w:rsidR="003804EE" w:rsidRPr="00164401" w:rsidRDefault="003804EE" w:rsidP="00DC348F">
                  <w:pPr>
                    <w:pStyle w:val="ListParagraph"/>
                    <w:framePr w:hSpace="180" w:wrap="around" w:vAnchor="page" w:hAnchor="page" w:x="606" w:y="539"/>
                    <w:numPr>
                      <w:ilvl w:val="0"/>
                      <w:numId w:val="12"/>
                    </w:numPr>
                    <w:bidi/>
                    <w:rPr>
                      <w:rFonts w:ascii="Arial Narrow" w:hAnsi="Arial Narrow"/>
                      <w:b/>
                      <w:sz w:val="22"/>
                      <w:szCs w:val="22"/>
                    </w:rPr>
                  </w:pPr>
                  <w:r w:rsidRPr="00E569DF">
                    <w:rPr>
                      <w:rFonts w:ascii="Arial Narrow" w:hAnsi="Arial Narrow" w:hint="cs"/>
                      <w:bCs/>
                      <w:sz w:val="22"/>
                      <w:szCs w:val="22"/>
                      <w:rtl/>
                    </w:rPr>
                    <w:t>موقع يمن اتش ار</w:t>
                  </w:r>
                  <w:r>
                    <w:rPr>
                      <w:rFonts w:ascii="Arial Narrow" w:hAnsi="Arial Narrow" w:hint="cs"/>
                      <w:b/>
                      <w:sz w:val="22"/>
                      <w:szCs w:val="22"/>
                      <w:rtl/>
                    </w:rPr>
                    <w:t xml:space="preserve"> من خلال الرابط </w:t>
                  </w:r>
                  <w:hyperlink r:id="rId17" w:history="1">
                    <w:r>
                      <w:rPr>
                        <w:rStyle w:val="Hyperlink"/>
                        <w:rFonts w:ascii="Arial Narrow" w:hAnsi="Arial Narrow" w:cs="Arial"/>
                        <w:bCs/>
                        <w:sz w:val="22"/>
                        <w:szCs w:val="22"/>
                      </w:rPr>
                      <w:t>https://yemenhr.com/tenders</w:t>
                    </w:r>
                  </w:hyperlink>
                </w:p>
                <w:p w14:paraId="4F2E2E53" w14:textId="77777777" w:rsidR="003804EE" w:rsidRPr="002A71B1" w:rsidRDefault="003804EE" w:rsidP="00DC348F">
                  <w:pPr>
                    <w:framePr w:hSpace="180" w:wrap="around" w:vAnchor="page" w:hAnchor="page" w:x="606" w:y="539"/>
                    <w:bidi/>
                    <w:rPr>
                      <w:rFonts w:ascii="Arial Narrow" w:hAnsi="Arial Narrow"/>
                      <w:b/>
                      <w:sz w:val="22"/>
                      <w:szCs w:val="22"/>
                      <w:rtl/>
                      <w:lang w:bidi="ar-JO"/>
                    </w:rPr>
                  </w:pPr>
                </w:p>
                <w:p w14:paraId="51F12C27" w14:textId="77777777" w:rsidR="003804EE" w:rsidRDefault="003804EE" w:rsidP="00DC348F">
                  <w:pPr>
                    <w:framePr w:hSpace="180" w:wrap="around" w:vAnchor="page" w:hAnchor="page" w:x="606" w:y="539"/>
                    <w:bidi/>
                    <w:rPr>
                      <w:rFonts w:ascii="Arial Narrow" w:hAnsi="Arial Narrow"/>
                      <w:b/>
                      <w:sz w:val="22"/>
                      <w:szCs w:val="22"/>
                      <w:rtl/>
                      <w:lang w:val="en-GB" w:bidi="ar-JO"/>
                    </w:rPr>
                  </w:pPr>
                </w:p>
                <w:p w14:paraId="0FE55FA2" w14:textId="64775B29" w:rsidR="003804EE" w:rsidRDefault="003804EE" w:rsidP="00DC348F">
                  <w:pPr>
                    <w:framePr w:hSpace="180" w:wrap="around" w:vAnchor="page" w:hAnchor="page" w:x="606" w:y="539"/>
                    <w:bidi/>
                    <w:rPr>
                      <w:rFonts w:ascii="Arial Narrow" w:hAnsi="Arial Narrow"/>
                      <w:b/>
                      <w:sz w:val="22"/>
                      <w:szCs w:val="22"/>
                      <w:lang w:val="en-GB" w:bidi="ar-JO"/>
                    </w:rPr>
                  </w:pPr>
                  <w:r>
                    <w:rPr>
                      <w:rFonts w:ascii="Arial Narrow" w:hAnsi="Arial Narrow" w:hint="cs"/>
                      <w:b/>
                      <w:sz w:val="22"/>
                      <w:szCs w:val="22"/>
                      <w:rtl/>
                      <w:lang w:val="en-GB" w:bidi="ar-JO"/>
                    </w:rPr>
                    <w:t xml:space="preserve">ينصح مقدمي العطاءات </w:t>
                  </w:r>
                  <w:r>
                    <w:rPr>
                      <w:rFonts w:ascii="Arial Narrow" w:hAnsi="Arial Narrow" w:hint="cs"/>
                      <w:b/>
                      <w:sz w:val="22"/>
                      <w:szCs w:val="22"/>
                      <w:rtl/>
                      <w:lang w:val="en-GB"/>
                    </w:rPr>
                    <w:t>ا</w:t>
                  </w:r>
                  <w:r>
                    <w:rPr>
                      <w:rFonts w:ascii="Arial Narrow" w:hAnsi="Arial Narrow" w:hint="cs"/>
                      <w:b/>
                      <w:sz w:val="22"/>
                      <w:szCs w:val="22"/>
                      <w:rtl/>
                      <w:lang w:val="en-GB" w:bidi="ar-JO"/>
                    </w:rPr>
                    <w:t>لى الرجوع إلى المواقع الإلكترونية المذكورة أعلاه بانتظام لتعديل محتمل على العطاء الحالي و / أو وثائق العطاء.</w:t>
                  </w:r>
                </w:p>
                <w:p w14:paraId="08173DAE" w14:textId="22D60EFD" w:rsidR="003804EE" w:rsidRDefault="003804EE" w:rsidP="00DC348F">
                  <w:pPr>
                    <w:pStyle w:val="ListParagraph"/>
                    <w:framePr w:hSpace="180" w:wrap="around" w:vAnchor="page" w:hAnchor="page" w:x="606" w:y="539"/>
                    <w:tabs>
                      <w:tab w:val="right" w:pos="690"/>
                    </w:tabs>
                    <w:bidi/>
                    <w:ind w:left="690" w:right="567"/>
                    <w:contextualSpacing w:val="0"/>
                    <w:rPr>
                      <w:rFonts w:ascii="Arial Narrow" w:eastAsiaTheme="minorHAnsi" w:hAnsi="Arial Narrow" w:cstheme="majorBidi"/>
                      <w:sz w:val="22"/>
                      <w:szCs w:val="22"/>
                      <w:rtl/>
                    </w:rPr>
                  </w:pPr>
                </w:p>
                <w:p w14:paraId="3DDDB0A3" w14:textId="77777777" w:rsidR="003804EE" w:rsidRPr="002A71B1" w:rsidRDefault="003804EE" w:rsidP="00DC348F">
                  <w:pPr>
                    <w:framePr w:hSpace="180" w:wrap="around" w:vAnchor="page" w:hAnchor="page" w:x="606" w:y="539"/>
                    <w:tabs>
                      <w:tab w:val="right" w:pos="690"/>
                    </w:tabs>
                    <w:bidi/>
                    <w:ind w:right="567"/>
                    <w:rPr>
                      <w:rFonts w:ascii="Arial Narrow" w:eastAsiaTheme="minorHAnsi" w:hAnsi="Arial Narrow" w:cstheme="majorBidi"/>
                      <w:sz w:val="14"/>
                      <w:szCs w:val="14"/>
                      <w:rtl/>
                    </w:rPr>
                  </w:pPr>
                </w:p>
                <w:p w14:paraId="2D21FDCC" w14:textId="5F89CA68" w:rsidR="006B06E1" w:rsidRPr="00296A6F" w:rsidRDefault="00A76AB2" w:rsidP="00A76AB2">
                  <w:pPr>
                    <w:tabs>
                      <w:tab w:val="right" w:pos="690"/>
                    </w:tabs>
                    <w:bidi/>
                    <w:ind w:right="567"/>
                    <w:jc w:val="both"/>
                    <w:rPr>
                      <w:rFonts w:ascii="Arial Narrow" w:hAnsi="Arial Narrow" w:cstheme="majorBidi"/>
                      <w:sz w:val="20"/>
                      <w:szCs w:val="20"/>
                      <w:rtl/>
                    </w:rPr>
                  </w:pPr>
                  <w:r>
                    <w:rPr>
                      <w:rFonts w:ascii="Arial Narrow" w:eastAsiaTheme="minorHAnsi" w:hAnsi="Arial Narrow" w:cstheme="majorBidi" w:hint="cs"/>
                      <w:sz w:val="18"/>
                      <w:szCs w:val="18"/>
                      <w:rtl/>
                      <w:lang w:bidi="ar-SA"/>
                    </w:rPr>
                    <w:t>ا</w:t>
                  </w:r>
                  <w:r w:rsidR="006B06E1" w:rsidRPr="00296A6F">
                    <w:rPr>
                      <w:rFonts w:ascii="Arial Narrow" w:eastAsiaTheme="minorHAnsi" w:hAnsi="Arial Narrow" w:cstheme="majorBidi"/>
                      <w:sz w:val="20"/>
                      <w:szCs w:val="20"/>
                      <w:rtl/>
                    </w:rPr>
                    <w:t xml:space="preserve">خر موعد لاستلام العروض واغلاق العطاء </w:t>
                  </w:r>
                  <w:r w:rsidR="006B06E1" w:rsidRPr="00296A6F">
                    <w:rPr>
                      <w:rFonts w:ascii="Arial Narrow" w:hAnsi="Arial Narrow"/>
                      <w:b/>
                      <w:sz w:val="20"/>
                      <w:szCs w:val="20"/>
                      <w:lang w:val="en-GB"/>
                    </w:rPr>
                    <w:t>02-02-2026</w:t>
                  </w:r>
                  <w:r w:rsidR="006B06E1" w:rsidRPr="00296A6F">
                    <w:rPr>
                      <w:rFonts w:ascii="Arial Narrow" w:hAnsi="Arial Narrow" w:cs="Arial"/>
                      <w:b/>
                      <w:sz w:val="20"/>
                      <w:szCs w:val="20"/>
                      <w:rtl/>
                      <w:lang w:val="en-GB"/>
                    </w:rPr>
                    <w:t xml:space="preserve">   </w:t>
                  </w:r>
                  <w:r w:rsidR="006B06E1" w:rsidRPr="00296A6F">
                    <w:rPr>
                      <w:rFonts w:ascii="Arial Narrow" w:hAnsi="Arial Narrow"/>
                      <w:b/>
                      <w:sz w:val="20"/>
                      <w:szCs w:val="20"/>
                      <w:lang w:val="en-GB"/>
                    </w:rPr>
                    <w:t xml:space="preserve">  </w:t>
                  </w:r>
                  <w:r w:rsidR="006B06E1" w:rsidRPr="00296A6F">
                    <w:rPr>
                      <w:rFonts w:ascii="Arial Narrow" w:eastAsiaTheme="minorHAnsi" w:hAnsi="Arial Narrow" w:cstheme="majorBidi"/>
                      <w:b/>
                      <w:bCs/>
                      <w:sz w:val="20"/>
                      <w:szCs w:val="20"/>
                      <w:rtl/>
                    </w:rPr>
                    <w:t xml:space="preserve"> </w:t>
                  </w:r>
                  <w:r w:rsidR="006B06E1" w:rsidRPr="00296A6F">
                    <w:rPr>
                      <w:rFonts w:ascii="Arial Narrow" w:eastAsiaTheme="minorHAnsi" w:hAnsi="Arial Narrow" w:cstheme="majorBidi"/>
                      <w:sz w:val="20"/>
                      <w:szCs w:val="20"/>
                      <w:rtl/>
                    </w:rPr>
                    <w:t xml:space="preserve">الساعة الـ </w:t>
                  </w:r>
                  <w:r w:rsidR="006B06E1" w:rsidRPr="00296A6F">
                    <w:rPr>
                      <w:rFonts w:ascii="Arial Narrow" w:eastAsiaTheme="minorHAnsi" w:hAnsi="Arial Narrow" w:cstheme="majorBidi"/>
                      <w:b/>
                      <w:bCs/>
                      <w:sz w:val="20"/>
                      <w:szCs w:val="20"/>
                    </w:rPr>
                    <w:t>00</w:t>
                  </w:r>
                  <w:r w:rsidR="006B06E1" w:rsidRPr="00296A6F">
                    <w:rPr>
                      <w:rFonts w:ascii="Arial Narrow" w:eastAsiaTheme="minorHAnsi" w:hAnsi="Arial Narrow" w:cstheme="majorBidi"/>
                      <w:b/>
                      <w:bCs/>
                      <w:sz w:val="20"/>
                      <w:szCs w:val="20"/>
                      <w:rtl/>
                    </w:rPr>
                    <w:t>:</w:t>
                  </w:r>
                  <w:r w:rsidR="006B06E1" w:rsidRPr="00296A6F">
                    <w:rPr>
                      <w:rFonts w:ascii="Arial Narrow" w:eastAsiaTheme="minorHAnsi" w:hAnsi="Arial Narrow" w:cstheme="majorBidi"/>
                      <w:b/>
                      <w:bCs/>
                      <w:sz w:val="20"/>
                      <w:szCs w:val="20"/>
                    </w:rPr>
                    <w:t>10</w:t>
                  </w:r>
                  <w:r w:rsidR="006B06E1" w:rsidRPr="00296A6F">
                    <w:rPr>
                      <w:rFonts w:ascii="Arial Narrow" w:eastAsiaTheme="minorHAnsi" w:hAnsi="Arial Narrow" w:cstheme="majorBidi"/>
                      <w:b/>
                      <w:bCs/>
                      <w:sz w:val="20"/>
                      <w:szCs w:val="20"/>
                      <w:rtl/>
                    </w:rPr>
                    <w:t xml:space="preserve"> </w:t>
                  </w:r>
                  <w:r w:rsidR="006B06E1" w:rsidRPr="00296A6F">
                    <w:rPr>
                      <w:rFonts w:ascii="Arial Narrow" w:eastAsiaTheme="minorHAnsi" w:hAnsi="Arial Narrow" w:cstheme="majorBidi" w:hint="cs"/>
                      <w:sz w:val="20"/>
                      <w:szCs w:val="20"/>
                      <w:rtl/>
                    </w:rPr>
                    <w:t>صباحا</w:t>
                  </w:r>
                  <w:r w:rsidR="006B06E1" w:rsidRPr="00296A6F">
                    <w:rPr>
                      <w:rFonts w:ascii="Arial Narrow" w:eastAsiaTheme="minorHAnsi" w:hAnsi="Arial Narrow" w:cstheme="majorBidi"/>
                      <w:sz w:val="20"/>
                      <w:szCs w:val="20"/>
                      <w:rtl/>
                    </w:rPr>
                    <w:t xml:space="preserve"> حسب توقيت اليمن وجميع العروض يجب ان تقدم لمكتب منظمة أكتد </w:t>
                  </w:r>
                  <w:r w:rsidR="006B06E1" w:rsidRPr="00296A6F">
                    <w:rPr>
                      <w:rFonts w:ascii="Arial Narrow" w:eastAsiaTheme="minorHAnsi" w:hAnsi="Arial Narrow"/>
                      <w:b/>
                      <w:sz w:val="20"/>
                      <w:szCs w:val="20"/>
                      <w:rtl/>
                    </w:rPr>
                    <w:t xml:space="preserve"> </w:t>
                  </w:r>
                  <w:r w:rsidR="006B06E1" w:rsidRPr="00296A6F">
                    <w:rPr>
                      <w:rFonts w:ascii="Arial Narrow" w:eastAsiaTheme="minorHAnsi" w:hAnsi="Arial Narrow"/>
                      <w:b/>
                      <w:sz w:val="20"/>
                      <w:szCs w:val="20"/>
                    </w:rPr>
                    <w:t>-</w:t>
                  </w:r>
                  <w:r w:rsidR="006B06E1" w:rsidRPr="00296A6F">
                    <w:rPr>
                      <w:rFonts w:ascii="Arial Narrow" w:eastAsiaTheme="minorHAnsi" w:hAnsi="Arial Narrow"/>
                      <w:b/>
                      <w:sz w:val="20"/>
                      <w:szCs w:val="20"/>
                      <w:rtl/>
                    </w:rPr>
                    <w:t>حده – خلف العزاني –</w:t>
                  </w:r>
                  <w:r w:rsidR="006B06E1" w:rsidRPr="00296A6F">
                    <w:rPr>
                      <w:rFonts w:ascii="Arial Narrow" w:hAnsi="Arial Narrow"/>
                      <w:b/>
                      <w:sz w:val="20"/>
                      <w:szCs w:val="20"/>
                      <w:rtl/>
                    </w:rPr>
                    <w:t xml:space="preserve">صنعاء - اليمن </w:t>
                  </w:r>
                  <w:r w:rsidR="006B06E1" w:rsidRPr="00296A6F">
                    <w:rPr>
                      <w:rFonts w:ascii="Arial Narrow" w:hAnsi="Arial Narrow" w:cstheme="majorBidi"/>
                      <w:sz w:val="20"/>
                      <w:szCs w:val="20"/>
                      <w:rtl/>
                    </w:rPr>
                    <w:t>في ظرف مغلق ومختوم لن يتم فتح المغلفات قبل جلسة فتح العروض بتاريخ</w:t>
                  </w:r>
                  <w:r w:rsidR="006B06E1" w:rsidRPr="00296A6F">
                    <w:rPr>
                      <w:rFonts w:ascii="Arial Narrow" w:hAnsi="Arial Narrow" w:cstheme="majorBidi"/>
                      <w:sz w:val="20"/>
                      <w:szCs w:val="20"/>
                      <w:lang w:val="fr-FR"/>
                    </w:rPr>
                    <w:t xml:space="preserve"> </w:t>
                  </w:r>
                  <w:r w:rsidR="006B06E1" w:rsidRPr="00296A6F">
                    <w:rPr>
                      <w:rFonts w:ascii="Arial Narrow" w:hAnsi="Arial Narrow" w:cstheme="majorBidi"/>
                      <w:b/>
                      <w:bCs/>
                      <w:sz w:val="20"/>
                      <w:szCs w:val="20"/>
                      <w:lang w:val="fr-FR"/>
                    </w:rPr>
                    <w:t>02-02-2026</w:t>
                  </w:r>
                  <w:r w:rsidR="006B06E1" w:rsidRPr="00296A6F">
                    <w:rPr>
                      <w:rFonts w:ascii="Arial Narrow" w:hAnsi="Arial Narrow"/>
                      <w:b/>
                      <w:bCs/>
                      <w:sz w:val="20"/>
                      <w:szCs w:val="20"/>
                      <w:rtl/>
                    </w:rPr>
                    <w:t xml:space="preserve"> </w:t>
                  </w:r>
                </w:p>
                <w:p w14:paraId="0C124824" w14:textId="77777777" w:rsidR="006B06E1" w:rsidRPr="00296A6F" w:rsidRDefault="006B06E1" w:rsidP="00A76AB2">
                  <w:pPr>
                    <w:tabs>
                      <w:tab w:val="right" w:pos="600"/>
                    </w:tabs>
                    <w:bidi/>
                    <w:ind w:left="690" w:right="690"/>
                    <w:jc w:val="both"/>
                    <w:rPr>
                      <w:rFonts w:ascii="Arial Narrow" w:hAnsi="Arial Narrow" w:cstheme="majorBidi"/>
                      <w:bCs/>
                      <w:sz w:val="20"/>
                      <w:szCs w:val="20"/>
                    </w:rPr>
                  </w:pPr>
                  <w:r w:rsidRPr="00296A6F">
                    <w:rPr>
                      <w:rFonts w:ascii="Arial Narrow" w:hAnsi="Arial Narrow" w:cstheme="majorBidi"/>
                      <w:bCs/>
                      <w:sz w:val="20"/>
                      <w:szCs w:val="20"/>
                      <w:rtl/>
                    </w:rPr>
                    <w:t>العروض المتاخرة سوف ترفض تلقائيا</w:t>
                  </w:r>
                </w:p>
                <w:p w14:paraId="045B8F87" w14:textId="77777777" w:rsidR="006B06E1" w:rsidRPr="00296A6F" w:rsidRDefault="006B06E1" w:rsidP="006B06E1">
                  <w:pPr>
                    <w:tabs>
                      <w:tab w:val="right" w:pos="600"/>
                    </w:tabs>
                    <w:bidi/>
                    <w:ind w:left="690" w:right="690"/>
                    <w:rPr>
                      <w:rFonts w:ascii="Arial Narrow" w:hAnsi="Arial Narrow" w:cstheme="majorBidi"/>
                      <w:bCs/>
                      <w:sz w:val="20"/>
                      <w:szCs w:val="20"/>
                    </w:rPr>
                  </w:pPr>
                </w:p>
                <w:p w14:paraId="24F770E8" w14:textId="07CB33A5" w:rsidR="001A56F1" w:rsidRPr="00296A6F" w:rsidRDefault="006B06E1" w:rsidP="00296A6F">
                  <w:pPr>
                    <w:bidi/>
                    <w:jc w:val="both"/>
                    <w:rPr>
                      <w:rFonts w:ascii="Arial Narrow" w:eastAsiaTheme="minorHAnsi" w:hAnsi="Arial Narrow" w:cs="Arial"/>
                      <w:bCs/>
                      <w:sz w:val="20"/>
                      <w:szCs w:val="20"/>
                    </w:rPr>
                  </w:pPr>
                  <w:r w:rsidRPr="00296A6F">
                    <w:rPr>
                      <w:rFonts w:ascii="Arial Narrow" w:eastAsiaTheme="minorHAnsi" w:hAnsi="Arial Narrow" w:cs="Arial"/>
                      <w:bCs/>
                      <w:sz w:val="20"/>
                      <w:szCs w:val="20"/>
                    </w:rPr>
                    <w:t xml:space="preserve">     </w:t>
                  </w:r>
                  <w:r w:rsidRPr="00296A6F">
                    <w:rPr>
                      <w:rFonts w:ascii="Arial Narrow" w:eastAsiaTheme="minorHAnsi" w:hAnsi="Arial Narrow" w:cs="Arial"/>
                      <w:bCs/>
                      <w:sz w:val="20"/>
                      <w:szCs w:val="20"/>
                      <w:rtl/>
                    </w:rPr>
                    <w:t xml:space="preserve">وستنظم  اكتد اجتماع للمزودين قبل تقديم العطاءات </w:t>
                  </w:r>
                  <w:r w:rsidRPr="00296A6F">
                    <w:rPr>
                      <w:rFonts w:ascii="Arial Narrow" w:hAnsi="Arial Narrow" w:cs="Arial"/>
                      <w:bCs/>
                      <w:sz w:val="20"/>
                      <w:szCs w:val="20"/>
                      <w:rtl/>
                    </w:rPr>
                    <w:t>في</w:t>
                  </w:r>
                  <w:r w:rsidRPr="00296A6F">
                    <w:rPr>
                      <w:rFonts w:ascii="Arial Narrow" w:hAnsi="Arial Narrow" w:cs="Arial"/>
                      <w:bCs/>
                      <w:sz w:val="20"/>
                      <w:szCs w:val="20"/>
                    </w:rPr>
                    <w:t xml:space="preserve"> </w:t>
                  </w:r>
                  <w:r w:rsidRPr="00296A6F">
                    <w:rPr>
                      <w:rFonts w:ascii="Arial Narrow" w:hAnsi="Arial Narrow" w:cs="Arial"/>
                      <w:b/>
                      <w:sz w:val="20"/>
                      <w:szCs w:val="20"/>
                    </w:rPr>
                    <w:t xml:space="preserve"> </w:t>
                  </w:r>
                  <w:r w:rsidRPr="00296A6F">
                    <w:rPr>
                      <w:rFonts w:ascii="Arial Narrow" w:hAnsi="Arial Narrow"/>
                      <w:b/>
                      <w:sz w:val="20"/>
                      <w:szCs w:val="20"/>
                      <w:lang w:val="en-GB"/>
                    </w:rPr>
                    <w:t>26-01-2026</w:t>
                  </w:r>
                  <w:r w:rsidRPr="00296A6F">
                    <w:rPr>
                      <w:rFonts w:ascii="Arial Narrow" w:hAnsi="Arial Narrow" w:cs="Arial"/>
                      <w:b/>
                      <w:sz w:val="20"/>
                      <w:szCs w:val="20"/>
                      <w:rtl/>
                      <w:lang w:val="en-GB"/>
                    </w:rPr>
                    <w:t xml:space="preserve"> </w:t>
                  </w:r>
                  <w:r w:rsidRPr="00296A6F">
                    <w:rPr>
                      <w:rFonts w:ascii="Arial Narrow" w:hAnsi="Arial Narrow" w:cstheme="majorBidi"/>
                      <w:sz w:val="20"/>
                      <w:szCs w:val="20"/>
                      <w:rtl/>
                    </w:rPr>
                    <w:t xml:space="preserve">الساعة الـ </w:t>
                  </w:r>
                  <w:r w:rsidRPr="00296A6F">
                    <w:rPr>
                      <w:rFonts w:ascii="Arial Narrow" w:hAnsi="Arial Narrow" w:cstheme="majorBidi"/>
                      <w:b/>
                      <w:bCs/>
                      <w:sz w:val="20"/>
                      <w:szCs w:val="20"/>
                    </w:rPr>
                    <w:t>00</w:t>
                  </w:r>
                  <w:r w:rsidRPr="00296A6F">
                    <w:rPr>
                      <w:rFonts w:ascii="Arial Narrow" w:hAnsi="Arial Narrow" w:cstheme="majorBidi"/>
                      <w:b/>
                      <w:bCs/>
                      <w:sz w:val="20"/>
                      <w:szCs w:val="20"/>
                      <w:rtl/>
                    </w:rPr>
                    <w:t>:</w:t>
                  </w:r>
                  <w:r w:rsidRPr="00296A6F">
                    <w:rPr>
                      <w:rFonts w:ascii="Arial Narrow" w:hAnsi="Arial Narrow" w:cstheme="majorBidi"/>
                      <w:b/>
                      <w:bCs/>
                      <w:sz w:val="20"/>
                      <w:szCs w:val="20"/>
                    </w:rPr>
                    <w:t>10</w:t>
                  </w:r>
                  <w:r w:rsidRPr="00296A6F">
                    <w:rPr>
                      <w:rFonts w:ascii="Arial Narrow" w:hAnsi="Arial Narrow" w:cstheme="majorBidi"/>
                      <w:b/>
                      <w:bCs/>
                      <w:sz w:val="20"/>
                      <w:szCs w:val="20"/>
                      <w:rtl/>
                    </w:rPr>
                    <w:t xml:space="preserve"> </w:t>
                  </w:r>
                  <w:r w:rsidRPr="00296A6F">
                    <w:rPr>
                      <w:rFonts w:ascii="Arial Narrow" w:hAnsi="Arial Narrow" w:cstheme="majorBidi" w:hint="cs"/>
                      <w:sz w:val="20"/>
                      <w:szCs w:val="20"/>
                      <w:rtl/>
                    </w:rPr>
                    <w:t>صباحا</w:t>
                  </w:r>
                  <w:r w:rsidRPr="00296A6F">
                    <w:rPr>
                      <w:rFonts w:ascii="Arial Narrow" w:hAnsi="Arial Narrow" w:cstheme="majorBidi"/>
                      <w:sz w:val="20"/>
                      <w:szCs w:val="20"/>
                      <w:rtl/>
                    </w:rPr>
                    <w:t xml:space="preserve"> </w:t>
                  </w:r>
                  <w:r w:rsidRPr="00296A6F">
                    <w:rPr>
                      <w:rFonts w:ascii="Arial Narrow" w:hAnsi="Arial Narrow" w:cs="Arial"/>
                      <w:bCs/>
                      <w:sz w:val="20"/>
                      <w:szCs w:val="20"/>
                      <w:rtl/>
                    </w:rPr>
                    <w:t xml:space="preserve">في المكتب التمثيلي التابع لمنظمة أكتد – صنعاء – شارع حدة – </w:t>
                  </w:r>
                  <w:r w:rsidRPr="00296A6F">
                    <w:rPr>
                      <w:rFonts w:ascii="Arial Narrow" w:hAnsi="Arial Narrow" w:cs="Arial" w:hint="cs"/>
                      <w:bCs/>
                      <w:sz w:val="20"/>
                      <w:szCs w:val="20"/>
                      <w:rtl/>
                    </w:rPr>
                    <w:t>اليمن</w:t>
                  </w:r>
                </w:p>
                <w:p w14:paraId="06C0B1D8" w14:textId="77777777" w:rsidR="002A71B1" w:rsidRPr="00296A6F" w:rsidRDefault="002A71B1" w:rsidP="00DC348F">
                  <w:pPr>
                    <w:framePr w:hSpace="180" w:wrap="around" w:vAnchor="page" w:hAnchor="page" w:x="606" w:y="539"/>
                    <w:bidi/>
                    <w:rPr>
                      <w:rFonts w:ascii="Arial Narrow" w:hAnsi="Arial Narrow" w:cstheme="minorHAnsi"/>
                      <w:b/>
                      <w:sz w:val="12"/>
                      <w:szCs w:val="12"/>
                      <w:rtl/>
                    </w:rPr>
                  </w:pPr>
                </w:p>
                <w:p w14:paraId="2C1F5181" w14:textId="4AF49B52" w:rsidR="001A56F1" w:rsidRPr="00296A6F" w:rsidRDefault="001A56F1" w:rsidP="00DC348F">
                  <w:pPr>
                    <w:framePr w:hSpace="180" w:wrap="around" w:vAnchor="page" w:hAnchor="page" w:x="606" w:y="539"/>
                    <w:bidi/>
                    <w:rPr>
                      <w:rFonts w:ascii="Arial Narrow" w:hAnsi="Arial Narrow" w:cstheme="minorHAnsi"/>
                      <w:b/>
                      <w:sz w:val="20"/>
                      <w:szCs w:val="20"/>
                      <w:lang w:val="fr-FR"/>
                    </w:rPr>
                  </w:pPr>
                  <w:r w:rsidRPr="00296A6F">
                    <w:rPr>
                      <w:rFonts w:ascii="Arial Narrow" w:hAnsi="Arial Narrow" w:cstheme="minorHAnsi"/>
                      <w:b/>
                      <w:sz w:val="20"/>
                      <w:szCs w:val="20"/>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296A6F">
                    <w:rPr>
                      <w:rFonts w:ascii="Arial Narrow" w:hAnsi="Arial Narrow" w:cstheme="minorHAnsi"/>
                      <w:b/>
                      <w:sz w:val="20"/>
                      <w:szCs w:val="20"/>
                      <w:lang w:val="fr-FR"/>
                    </w:rPr>
                    <w:t>.</w:t>
                  </w:r>
                </w:p>
                <w:p w14:paraId="492B25CD" w14:textId="77777777" w:rsidR="002A71B1" w:rsidRDefault="002A71B1" w:rsidP="00296A6F">
                  <w:pPr>
                    <w:framePr w:hSpace="180" w:wrap="around" w:vAnchor="page" w:hAnchor="page" w:x="606" w:y="539"/>
                    <w:bidi/>
                    <w:rPr>
                      <w:rFonts w:ascii="Arial Narrow" w:hAnsi="Arial Narrow" w:cstheme="minorHAnsi"/>
                      <w:b/>
                      <w:sz w:val="18"/>
                      <w:szCs w:val="18"/>
                      <w:lang w:val="fr-FR"/>
                    </w:rPr>
                  </w:pPr>
                </w:p>
                <w:p w14:paraId="2E5A77C2" w14:textId="77777777" w:rsidR="002A71B1" w:rsidRPr="00C4391F" w:rsidRDefault="002A71B1" w:rsidP="00DC348F">
                  <w:pPr>
                    <w:framePr w:hSpace="180" w:wrap="around" w:vAnchor="page" w:hAnchor="page" w:x="606" w:y="539"/>
                    <w:bidi/>
                    <w:rPr>
                      <w:rFonts w:ascii="Arial Narrow" w:hAnsi="Arial Narrow" w:cstheme="minorHAnsi"/>
                      <w:b/>
                      <w:sz w:val="18"/>
                      <w:szCs w:val="18"/>
                      <w:lang w:val="fr-FR"/>
                    </w:rPr>
                  </w:pPr>
                </w:p>
                <w:p w14:paraId="6E2184CB" w14:textId="58572CFC" w:rsidR="001A56F1" w:rsidRPr="00AD1E74" w:rsidRDefault="001A56F1" w:rsidP="00DC348F">
                  <w:pPr>
                    <w:framePr w:hSpace="180" w:wrap="around" w:vAnchor="page" w:hAnchor="page" w:x="606" w:y="539"/>
                    <w:bidi/>
                    <w:rPr>
                      <w:rFonts w:ascii="Arial Narrow" w:eastAsiaTheme="minorHAnsi" w:hAnsi="Arial Narrow" w:cstheme="minorHAnsi"/>
                      <w:b/>
                      <w:sz w:val="18"/>
                      <w:szCs w:val="18"/>
                      <w:lang w:val="fr-FR"/>
                    </w:rPr>
                  </w:pPr>
                  <w:r w:rsidRPr="00296A6F">
                    <w:rPr>
                      <w:rFonts w:ascii="Arial Narrow" w:eastAsiaTheme="minorHAnsi" w:hAnsi="Arial Narrow" w:cstheme="minorHAnsi"/>
                      <w:bCs/>
                      <w:sz w:val="18"/>
                      <w:szCs w:val="18"/>
                      <w:rtl/>
                    </w:rPr>
                    <w:t xml:space="preserve">ستعقد لجنة أكتد للمناقصات جلسة فتح عطاءات بحضور الراغبين في </w:t>
                  </w:r>
                  <w:r w:rsidRPr="00296A6F">
                    <w:rPr>
                      <w:rFonts w:ascii="Arial Narrow" w:hAnsi="Arial Narrow" w:cstheme="minorHAnsi"/>
                      <w:bCs/>
                      <w:sz w:val="18"/>
                      <w:szCs w:val="18"/>
                      <w:rtl/>
                    </w:rPr>
                    <w:t>مكتب اكتد في صنعاء – العنوان: حده – خلف العزاني – صنعاء</w:t>
                  </w:r>
                  <w:r w:rsidRPr="00296A6F">
                    <w:rPr>
                      <w:rFonts w:ascii="Arial Narrow" w:eastAsiaTheme="minorHAnsi" w:hAnsi="Arial Narrow" w:cstheme="minorHAnsi"/>
                      <w:bCs/>
                      <w:sz w:val="18"/>
                      <w:szCs w:val="18"/>
                      <w:rtl/>
                    </w:rPr>
                    <w:t xml:space="preserve"> - اليمن  – بتاريخ </w:t>
                  </w:r>
                  <w:r w:rsidRPr="00296A6F">
                    <w:rPr>
                      <w:rFonts w:ascii="Arial Narrow" w:eastAsiaTheme="minorHAnsi" w:hAnsi="Arial Narrow" w:cstheme="minorHAnsi"/>
                      <w:bCs/>
                      <w:sz w:val="18"/>
                      <w:szCs w:val="18"/>
                      <w:lang w:val="fr-FR"/>
                    </w:rPr>
                    <w:t xml:space="preserve"> </w:t>
                  </w:r>
                  <w:r w:rsidR="006F2EA2" w:rsidRPr="00296A6F">
                    <w:rPr>
                      <w:rFonts w:ascii="Arial Narrow" w:hAnsi="Arial Narrow"/>
                      <w:bCs/>
                      <w:sz w:val="18"/>
                      <w:szCs w:val="18"/>
                      <w:lang w:val="fr-FR"/>
                    </w:rPr>
                    <w:t xml:space="preserve"> </w:t>
                  </w:r>
                  <w:r w:rsidR="00AE4A7F" w:rsidRPr="00296A6F">
                    <w:rPr>
                      <w:rFonts w:ascii="Arial Narrow" w:hAnsi="Arial Narrow" w:hint="cs"/>
                      <w:bCs/>
                      <w:sz w:val="18"/>
                      <w:szCs w:val="18"/>
                      <w:rtl/>
                      <w:lang w:val="fr-FR"/>
                    </w:rPr>
                    <w:t>02</w:t>
                  </w:r>
                  <w:r w:rsidR="006F2EA2" w:rsidRPr="00296A6F">
                    <w:rPr>
                      <w:rFonts w:ascii="Arial Narrow" w:hAnsi="Arial Narrow"/>
                      <w:bCs/>
                      <w:sz w:val="18"/>
                      <w:szCs w:val="18"/>
                      <w:lang w:val="fr-FR"/>
                    </w:rPr>
                    <w:t>-</w:t>
                  </w:r>
                  <w:r w:rsidR="00AE4A7F" w:rsidRPr="00296A6F">
                    <w:rPr>
                      <w:rFonts w:ascii="Arial Narrow" w:hAnsi="Arial Narrow" w:hint="cs"/>
                      <w:bCs/>
                      <w:sz w:val="18"/>
                      <w:szCs w:val="18"/>
                      <w:rtl/>
                      <w:lang w:val="fr-FR"/>
                    </w:rPr>
                    <w:t>02</w:t>
                  </w:r>
                  <w:r w:rsidR="006F2EA2" w:rsidRPr="00296A6F">
                    <w:rPr>
                      <w:rFonts w:ascii="Arial Narrow" w:hAnsi="Arial Narrow"/>
                      <w:bCs/>
                      <w:sz w:val="18"/>
                      <w:szCs w:val="18"/>
                      <w:lang w:val="fr-FR"/>
                    </w:rPr>
                    <w:t>-</w:t>
                  </w:r>
                  <w:r w:rsidR="00AE4A7F" w:rsidRPr="00296A6F">
                    <w:rPr>
                      <w:rFonts w:ascii="Arial Narrow" w:hAnsi="Arial Narrow" w:hint="cs"/>
                      <w:bCs/>
                      <w:sz w:val="18"/>
                      <w:szCs w:val="18"/>
                      <w:rtl/>
                      <w:lang w:val="fr-FR"/>
                    </w:rPr>
                    <w:t>2026</w:t>
                  </w:r>
                  <w:r w:rsidR="006F2EA2" w:rsidRPr="00296A6F">
                    <w:rPr>
                      <w:rFonts w:ascii="Arial Narrow" w:hAnsi="Arial Narrow"/>
                      <w:bCs/>
                      <w:sz w:val="18"/>
                      <w:szCs w:val="18"/>
                      <w:lang w:val="fr-FR"/>
                    </w:rPr>
                    <w:t xml:space="preserve"> </w:t>
                  </w:r>
                  <w:r w:rsidRPr="00296A6F">
                    <w:rPr>
                      <w:rFonts w:ascii="Arial Narrow" w:eastAsiaTheme="minorHAnsi" w:hAnsi="Arial Narrow" w:cstheme="minorHAnsi"/>
                      <w:bCs/>
                      <w:sz w:val="18"/>
                      <w:szCs w:val="18"/>
                      <w:rtl/>
                    </w:rPr>
                    <w:t xml:space="preserve">الساعة </w:t>
                  </w:r>
                  <w:r w:rsidR="00296A6F" w:rsidRPr="00296A6F">
                    <w:rPr>
                      <w:rFonts w:ascii="Arial Narrow" w:eastAsiaTheme="minorHAnsi" w:hAnsi="Arial Narrow" w:cstheme="minorHAnsi"/>
                      <w:b/>
                      <w:sz w:val="18"/>
                      <w:szCs w:val="18"/>
                      <w:lang w:val="fr-FR"/>
                    </w:rPr>
                    <w:t>11</w:t>
                  </w:r>
                  <w:r w:rsidRPr="00296A6F">
                    <w:rPr>
                      <w:rFonts w:ascii="Arial Narrow" w:eastAsiaTheme="minorHAnsi" w:hAnsi="Arial Narrow" w:cstheme="minorHAnsi"/>
                      <w:b/>
                      <w:sz w:val="18"/>
                      <w:szCs w:val="18"/>
                      <w:lang w:val="fr-FR"/>
                    </w:rPr>
                    <w:t>:</w:t>
                  </w:r>
                  <w:r w:rsidR="00296A6F" w:rsidRPr="00296A6F">
                    <w:rPr>
                      <w:rFonts w:ascii="Arial Narrow" w:eastAsiaTheme="minorHAnsi" w:hAnsi="Arial Narrow" w:cstheme="minorHAnsi"/>
                      <w:b/>
                      <w:sz w:val="18"/>
                      <w:szCs w:val="18"/>
                      <w:lang w:val="fr-FR"/>
                    </w:rPr>
                    <w:t>00</w:t>
                  </w:r>
                  <w:r w:rsidRPr="00AD1E74">
                    <w:rPr>
                      <w:rFonts w:ascii="Arial Narrow" w:eastAsiaTheme="minorHAnsi" w:hAnsi="Arial Narrow" w:cstheme="minorHAnsi"/>
                      <w:bCs/>
                      <w:sz w:val="18"/>
                      <w:szCs w:val="18"/>
                      <w:lang w:val="fr-FR"/>
                    </w:rPr>
                    <w:t xml:space="preserve"> </w:t>
                  </w:r>
                  <w:r w:rsidRPr="00E720F0">
                    <w:rPr>
                      <w:rFonts w:ascii="Arial Narrow" w:eastAsiaTheme="minorHAnsi" w:hAnsi="Arial Narrow" w:cstheme="minorHAnsi" w:hint="cs"/>
                      <w:bCs/>
                      <w:sz w:val="18"/>
                      <w:szCs w:val="18"/>
                      <w:rtl/>
                    </w:rPr>
                    <w:t xml:space="preserve"> صباحا</w:t>
                  </w:r>
                  <w:r w:rsidRPr="00E720F0">
                    <w:rPr>
                      <w:rFonts w:ascii="Arial Narrow" w:eastAsiaTheme="minorHAnsi" w:hAnsi="Arial Narrow" w:cstheme="minorHAnsi"/>
                      <w:bCs/>
                      <w:sz w:val="18"/>
                      <w:szCs w:val="18"/>
                      <w:rtl/>
                    </w:rPr>
                    <w:t xml:space="preserve">  بتوقيت اليمن</w:t>
                  </w:r>
                  <w:r w:rsidRPr="001A56F1">
                    <w:rPr>
                      <w:rFonts w:ascii="Arial Narrow" w:eastAsiaTheme="minorHAnsi" w:hAnsi="Arial Narrow" w:cstheme="minorHAnsi"/>
                      <w:b/>
                      <w:sz w:val="18"/>
                      <w:szCs w:val="18"/>
                      <w:rtl/>
                    </w:rPr>
                    <w:t xml:space="preserve">. يمكن لممثل العطاء حضور فتح العطاءات ويجب ارسال بريد الكتروني بالاسم والتفاصيل الى العنوان التالي </w:t>
                  </w:r>
                  <w:hyperlink r:id="rId18" w:history="1">
                    <w:r w:rsidRPr="00AD1E74">
                      <w:rPr>
                        <w:rFonts w:ascii="Arial Narrow" w:eastAsiaTheme="minorHAnsi" w:hAnsi="Arial Narrow" w:cstheme="minorHAnsi"/>
                        <w:color w:val="0000FF"/>
                        <w:sz w:val="18"/>
                        <w:szCs w:val="18"/>
                        <w:u w:val="single"/>
                        <w:lang w:val="fr-FR"/>
                      </w:rPr>
                      <w:t>yemen.tender@acted.org</w:t>
                    </w:r>
                  </w:hyperlink>
                  <w:r w:rsidRPr="00AD1E74">
                    <w:rPr>
                      <w:rFonts w:ascii="Arial Narrow" w:eastAsiaTheme="minorHAnsi" w:hAnsi="Arial Narrow" w:cstheme="minorHAnsi"/>
                      <w:color w:val="0000FF"/>
                      <w:sz w:val="18"/>
                      <w:szCs w:val="18"/>
                      <w:u w:val="single"/>
                      <w:lang w:val="fr-FR"/>
                    </w:rPr>
                    <w:t xml:space="preserve"> </w:t>
                  </w:r>
                  <w:r w:rsidRPr="00C32937">
                    <w:rPr>
                      <w:rFonts w:ascii="Arial Narrow" w:eastAsiaTheme="minorHAnsi" w:hAnsi="Arial Narrow" w:cstheme="minorHAnsi"/>
                      <w:sz w:val="18"/>
                      <w:szCs w:val="18"/>
                      <w:rtl/>
                    </w:rPr>
                    <w:t xml:space="preserve">   </w:t>
                  </w:r>
                  <w:r w:rsidRPr="001A56F1">
                    <w:rPr>
                      <w:rFonts w:ascii="Arial Narrow" w:eastAsiaTheme="minorHAnsi" w:hAnsi="Arial Narrow" w:cstheme="minorHAnsi"/>
                      <w:b/>
                      <w:sz w:val="18"/>
                      <w:szCs w:val="18"/>
                      <w:rtl/>
                    </w:rPr>
                    <w:t xml:space="preserve">واضافة نسخة الى </w:t>
                  </w:r>
                  <w:hyperlink r:id="rId19" w:history="1">
                    <w:r w:rsidRPr="00AD1E74">
                      <w:rPr>
                        <w:rFonts w:ascii="Arial Narrow" w:eastAsiaTheme="minorHAnsi" w:hAnsi="Arial Narrow" w:cstheme="minorHAnsi"/>
                        <w:color w:val="0000FF"/>
                        <w:sz w:val="18"/>
                        <w:szCs w:val="18"/>
                        <w:u w:val="single"/>
                        <w:lang w:val="fr-FR"/>
                      </w:rPr>
                      <w:t>tender@acted.org</w:t>
                    </w:r>
                  </w:hyperlink>
                  <w:r w:rsidRPr="00AD1E74">
                    <w:rPr>
                      <w:rFonts w:ascii="Arial Narrow" w:eastAsiaTheme="minorHAnsi" w:hAnsi="Arial Narrow" w:cstheme="minorHAnsi"/>
                      <w:b/>
                      <w:sz w:val="18"/>
                      <w:szCs w:val="18"/>
                      <w:lang w:val="fr-FR"/>
                    </w:rPr>
                    <w:t xml:space="preserve"> </w:t>
                  </w:r>
                  <w:r w:rsidRPr="00C32937">
                    <w:rPr>
                      <w:rFonts w:ascii="Arial Narrow" w:eastAsiaTheme="minorHAnsi" w:hAnsi="Arial Narrow" w:cstheme="minorHAnsi"/>
                      <w:b/>
                      <w:sz w:val="18"/>
                      <w:szCs w:val="18"/>
                      <w:rtl/>
                    </w:rPr>
                    <w:t xml:space="preserve">  </w:t>
                  </w:r>
                  <w:r w:rsidRPr="001A56F1">
                    <w:rPr>
                      <w:rFonts w:ascii="Arial Narrow" w:eastAsiaTheme="minorHAnsi" w:hAnsi="Arial Narrow" w:cstheme="minorHAnsi"/>
                      <w:b/>
                      <w:sz w:val="18"/>
                      <w:szCs w:val="18"/>
                      <w:rtl/>
                    </w:rPr>
                    <w:t xml:space="preserve">قبل التاريخ  </w:t>
                  </w:r>
                  <w:r w:rsidRPr="00AD1E74">
                    <w:rPr>
                      <w:rFonts w:ascii="Arial Narrow" w:eastAsiaTheme="minorHAnsi" w:hAnsi="Arial Narrow" w:cstheme="minorHAnsi"/>
                      <w:b/>
                      <w:sz w:val="18"/>
                      <w:szCs w:val="18"/>
                      <w:lang w:val="fr-FR"/>
                    </w:rPr>
                    <w:t xml:space="preserve"> </w:t>
                  </w:r>
                  <w:r w:rsidR="00296A6F" w:rsidRPr="00296A6F">
                    <w:rPr>
                      <w:rFonts w:ascii="Arial Narrow" w:hAnsi="Arial Narrow"/>
                      <w:b/>
                      <w:sz w:val="18"/>
                      <w:szCs w:val="18"/>
                      <w:lang w:val="fr-FR"/>
                    </w:rPr>
                    <w:t>02</w:t>
                  </w:r>
                  <w:r w:rsidRPr="00296A6F">
                    <w:rPr>
                      <w:rFonts w:ascii="Arial Narrow" w:hAnsi="Arial Narrow"/>
                      <w:b/>
                      <w:sz w:val="18"/>
                      <w:szCs w:val="18"/>
                      <w:lang w:val="fr-FR"/>
                    </w:rPr>
                    <w:t>-</w:t>
                  </w:r>
                  <w:r w:rsidR="00296A6F" w:rsidRPr="00296A6F">
                    <w:rPr>
                      <w:rFonts w:ascii="Arial Narrow" w:hAnsi="Arial Narrow"/>
                      <w:b/>
                      <w:sz w:val="18"/>
                      <w:szCs w:val="18"/>
                      <w:lang w:val="fr-FR"/>
                    </w:rPr>
                    <w:t>02</w:t>
                  </w:r>
                  <w:r w:rsidRPr="00296A6F">
                    <w:rPr>
                      <w:rFonts w:ascii="Arial Narrow" w:hAnsi="Arial Narrow"/>
                      <w:b/>
                      <w:sz w:val="18"/>
                      <w:szCs w:val="18"/>
                      <w:lang w:val="fr-FR"/>
                    </w:rPr>
                    <w:t>-</w:t>
                  </w:r>
                  <w:r w:rsidR="00296A6F">
                    <w:rPr>
                      <w:rFonts w:ascii="Arial Narrow" w:hAnsi="Arial Narrow"/>
                      <w:b/>
                      <w:sz w:val="18"/>
                      <w:szCs w:val="18"/>
                      <w:lang w:val="fr-FR"/>
                    </w:rPr>
                    <w:t>2026</w:t>
                  </w:r>
                  <w:r w:rsidRPr="00AD1E74">
                    <w:rPr>
                      <w:rFonts w:ascii="Arial Narrow" w:hAnsi="Arial Narrow"/>
                      <w:b/>
                      <w:sz w:val="18"/>
                      <w:szCs w:val="18"/>
                      <w:lang w:val="fr-FR"/>
                    </w:rPr>
                    <w:t xml:space="preserve"> </w:t>
                  </w:r>
                  <w:r w:rsidRPr="001A56F1">
                    <w:rPr>
                      <w:rFonts w:ascii="Arial Narrow" w:eastAsiaTheme="minorHAnsi" w:hAnsi="Arial Narrow" w:cstheme="minorHAnsi"/>
                      <w:b/>
                      <w:sz w:val="18"/>
                      <w:szCs w:val="18"/>
                      <w:rtl/>
                    </w:rPr>
                    <w:t xml:space="preserve">الساعة </w:t>
                  </w:r>
                  <w:r w:rsidR="00573A76" w:rsidRPr="00AD1E74">
                    <w:rPr>
                      <w:rFonts w:ascii="Arial Narrow" w:eastAsiaTheme="minorHAnsi" w:hAnsi="Arial Narrow" w:cstheme="minorHAnsi"/>
                      <w:b/>
                      <w:sz w:val="18"/>
                      <w:szCs w:val="18"/>
                      <w:lang w:val="fr-FR"/>
                    </w:rPr>
                    <w:t xml:space="preserve"> </w:t>
                  </w:r>
                  <w:r w:rsidR="00296A6F" w:rsidRPr="00296A6F">
                    <w:rPr>
                      <w:rFonts w:ascii="Arial Narrow" w:eastAsiaTheme="minorHAnsi" w:hAnsi="Arial Narrow" w:cstheme="minorHAnsi"/>
                      <w:b/>
                      <w:sz w:val="18"/>
                      <w:szCs w:val="18"/>
                      <w:lang w:val="fr-FR"/>
                    </w:rPr>
                    <w:t>11</w:t>
                  </w:r>
                  <w:r w:rsidR="006F2EA2" w:rsidRPr="00296A6F">
                    <w:rPr>
                      <w:rFonts w:ascii="Arial Narrow" w:eastAsiaTheme="minorHAnsi" w:hAnsi="Arial Narrow" w:cstheme="minorHAnsi"/>
                      <w:b/>
                      <w:sz w:val="18"/>
                      <w:szCs w:val="18"/>
                      <w:lang w:val="fr-FR"/>
                    </w:rPr>
                    <w:t>:</w:t>
                  </w:r>
                  <w:r w:rsidR="00296A6F">
                    <w:rPr>
                      <w:rFonts w:ascii="Arial Narrow" w:eastAsiaTheme="minorHAnsi" w:hAnsi="Arial Narrow" w:cstheme="minorHAnsi"/>
                      <w:b/>
                      <w:sz w:val="18"/>
                      <w:szCs w:val="18"/>
                      <w:lang w:val="fr-FR"/>
                    </w:rPr>
                    <w:t>00</w:t>
                  </w:r>
                  <w:r w:rsidR="006F2EA2" w:rsidRPr="00AD1E74">
                    <w:rPr>
                      <w:rFonts w:ascii="Arial Narrow" w:eastAsiaTheme="minorHAnsi" w:hAnsi="Arial Narrow" w:cstheme="minorHAnsi"/>
                      <w:b/>
                      <w:sz w:val="18"/>
                      <w:szCs w:val="18"/>
                      <w:lang w:val="fr-FR"/>
                    </w:rPr>
                    <w:t xml:space="preserve"> </w:t>
                  </w:r>
                  <w:r w:rsidRPr="001A56F1">
                    <w:rPr>
                      <w:rFonts w:ascii="Arial Narrow" w:eastAsiaTheme="minorHAnsi" w:hAnsi="Arial Narrow" w:cstheme="minorHAnsi" w:hint="cs"/>
                      <w:b/>
                      <w:sz w:val="18"/>
                      <w:szCs w:val="18"/>
                      <w:rtl/>
                    </w:rPr>
                    <w:t>صباحا</w:t>
                  </w:r>
                  <w:r w:rsidRPr="001A56F1">
                    <w:rPr>
                      <w:rFonts w:ascii="Arial Narrow" w:eastAsiaTheme="minorHAnsi" w:hAnsi="Arial Narrow" w:cstheme="minorHAnsi"/>
                      <w:b/>
                      <w:sz w:val="18"/>
                      <w:szCs w:val="18"/>
                      <w:rtl/>
                    </w:rPr>
                    <w:t xml:space="preserve"> بتوقيت اليمن.</w:t>
                  </w:r>
                  <w:r w:rsidRPr="00AD1E74">
                    <w:rPr>
                      <w:rFonts w:ascii="Arial Narrow" w:eastAsiaTheme="minorHAnsi" w:hAnsi="Arial Narrow" w:cstheme="minorHAnsi"/>
                      <w:b/>
                      <w:sz w:val="18"/>
                      <w:szCs w:val="18"/>
                      <w:lang w:val="fr-FR"/>
                    </w:rPr>
                    <w:t xml:space="preserve">  </w:t>
                  </w:r>
                  <w:r w:rsidRPr="001A56F1">
                    <w:rPr>
                      <w:rFonts w:ascii="Arial Narrow" w:eastAsiaTheme="minorHAnsi" w:hAnsi="Arial Narrow" w:cstheme="minorHAnsi"/>
                      <w:b/>
                      <w:sz w:val="18"/>
                      <w:szCs w:val="18"/>
                      <w:rtl/>
                    </w:rPr>
                    <w:t>ولن يتم استلام اي عطاء بعد الموعد المحدد اعلاه</w:t>
                  </w:r>
                  <w:r w:rsidRPr="001A56F1">
                    <w:rPr>
                      <w:rFonts w:ascii="Arial Narrow" w:eastAsiaTheme="minorHAnsi" w:hAnsi="Arial Narrow"/>
                      <w:sz w:val="18"/>
                      <w:szCs w:val="18"/>
                      <w:rtl/>
                    </w:rPr>
                    <w:t>.</w:t>
                  </w:r>
                </w:p>
                <w:p w14:paraId="1E10E570" w14:textId="77777777" w:rsidR="001A56F1" w:rsidRDefault="001A56F1" w:rsidP="00DC348F">
                  <w:pPr>
                    <w:framePr w:hSpace="180" w:wrap="around" w:vAnchor="page" w:hAnchor="page" w:x="606" w:y="539"/>
                    <w:rPr>
                      <w:rFonts w:ascii="Arial Narrow" w:hAnsi="Arial Narrow" w:cs="Arial"/>
                      <w:bCs/>
                      <w:sz w:val="18"/>
                      <w:szCs w:val="18"/>
                      <w:lang w:val="fr-FR"/>
                    </w:rPr>
                  </w:pPr>
                </w:p>
                <w:p w14:paraId="67D0A2E6" w14:textId="77777777" w:rsidR="00296A6F" w:rsidRDefault="00296A6F" w:rsidP="00DC348F">
                  <w:pPr>
                    <w:framePr w:hSpace="180" w:wrap="around" w:vAnchor="page" w:hAnchor="page" w:x="606" w:y="539"/>
                    <w:rPr>
                      <w:rFonts w:ascii="Arial Narrow" w:hAnsi="Arial Narrow" w:cs="Arial"/>
                      <w:bCs/>
                      <w:sz w:val="18"/>
                      <w:szCs w:val="18"/>
                      <w:lang w:val="fr-FR"/>
                    </w:rPr>
                  </w:pPr>
                </w:p>
                <w:p w14:paraId="6A738B16" w14:textId="77777777" w:rsidR="00296A6F" w:rsidRDefault="00296A6F" w:rsidP="00DC348F">
                  <w:pPr>
                    <w:framePr w:hSpace="180" w:wrap="around" w:vAnchor="page" w:hAnchor="page" w:x="606" w:y="539"/>
                    <w:rPr>
                      <w:rFonts w:ascii="Arial Narrow" w:hAnsi="Arial Narrow" w:cs="Arial"/>
                      <w:bCs/>
                      <w:sz w:val="18"/>
                      <w:szCs w:val="18"/>
                      <w:rtl/>
                      <w:lang w:val="fr-FR"/>
                    </w:rPr>
                  </w:pPr>
                </w:p>
                <w:p w14:paraId="0A0EF04E" w14:textId="77777777" w:rsidR="00E720F0" w:rsidRPr="008A41DF" w:rsidRDefault="00E720F0" w:rsidP="00DC348F">
                  <w:pPr>
                    <w:framePr w:hSpace="180" w:wrap="around" w:vAnchor="page" w:hAnchor="page" w:x="606" w:y="539"/>
                    <w:rPr>
                      <w:rFonts w:ascii="Arial Narrow" w:hAnsi="Arial Narrow" w:cs="Arial"/>
                      <w:bCs/>
                      <w:sz w:val="18"/>
                      <w:szCs w:val="18"/>
                      <w:lang w:val="fr-FR"/>
                    </w:rPr>
                  </w:pPr>
                </w:p>
                <w:p w14:paraId="093EC4C5" w14:textId="77777777" w:rsidR="001A56F1" w:rsidRDefault="001A56F1" w:rsidP="00DC348F">
                  <w:pPr>
                    <w:framePr w:hSpace="180" w:wrap="around" w:vAnchor="page" w:hAnchor="page" w:x="606" w:y="539"/>
                    <w:spacing w:before="80"/>
                    <w:ind w:right="15"/>
                    <w:jc w:val="right"/>
                    <w:rPr>
                      <w:rFonts w:ascii="Arial Narrow" w:eastAsia="Calibri" w:hAnsi="Arial Narrow" w:cstheme="minorHAnsi"/>
                      <w:b/>
                      <w:sz w:val="18"/>
                      <w:szCs w:val="18"/>
                      <w:rtl/>
                      <w:lang w:eastAsia="fr-FR"/>
                    </w:rPr>
                  </w:pPr>
                  <w:r w:rsidRPr="00371FD7">
                    <w:rPr>
                      <w:rFonts w:ascii="Arial Narrow" w:eastAsia="Calibri" w:hAnsi="Arial Narrow" w:cstheme="minorHAnsi"/>
                      <w:b/>
                      <w:sz w:val="18"/>
                      <w:szCs w:val="18"/>
                      <w:rtl/>
                      <w:lang w:eastAsia="fr-FR"/>
                    </w:rPr>
                    <w:t xml:space="preserve">تتضمن الجلسة الافتتاحية للمناقصة فتح جميع العروض أمام جميع مقدمي العطاءات الذين يحضرون وإجراء فحص للوثائق ، حيث يتم فحص جميع المستندات المقدمة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p>
                <w:p w14:paraId="33DF646F" w14:textId="77777777" w:rsidR="003804EE" w:rsidRPr="003804EE" w:rsidRDefault="003804EE" w:rsidP="00DC348F">
                  <w:pPr>
                    <w:framePr w:hSpace="180" w:wrap="around" w:vAnchor="page" w:hAnchor="page" w:x="606" w:y="539"/>
                    <w:spacing w:before="80"/>
                    <w:ind w:right="690"/>
                    <w:jc w:val="right"/>
                    <w:rPr>
                      <w:rFonts w:ascii="Arial Narrow" w:eastAsia="Calibri" w:hAnsi="Arial Narrow" w:cstheme="minorHAnsi"/>
                      <w:b/>
                      <w:sz w:val="22"/>
                      <w:szCs w:val="22"/>
                      <w:rtl/>
                      <w:lang w:eastAsia="fr-FR"/>
                    </w:rPr>
                  </w:pPr>
                </w:p>
                <w:p w14:paraId="001A46C2" w14:textId="612DD7C8" w:rsidR="003804EE" w:rsidRPr="006D446A" w:rsidRDefault="003804EE" w:rsidP="00DC348F">
                  <w:pPr>
                    <w:framePr w:hSpace="180" w:wrap="around" w:vAnchor="page" w:hAnchor="page" w:x="606" w:y="539"/>
                    <w:bidi/>
                    <w:rPr>
                      <w:rFonts w:ascii="Arial Narrow" w:hAnsi="Arial Narrow" w:cs="Calibri"/>
                      <w:b/>
                      <w:sz w:val="20"/>
                      <w:szCs w:val="20"/>
                      <w:rtl/>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20"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36BBF36A" w14:textId="63760897" w:rsidR="003804EE" w:rsidRPr="006D446A" w:rsidRDefault="003804EE" w:rsidP="00DC348F">
                  <w:pPr>
                    <w:framePr w:hSpace="180" w:wrap="around" w:vAnchor="page" w:hAnchor="page" w:x="606" w:y="539"/>
                    <w:bidi/>
                    <w:rPr>
                      <w:rFonts w:ascii="Arial Narrow" w:hAnsi="Arial Narrow" w:cs="Calibri"/>
                      <w:b/>
                      <w:sz w:val="20"/>
                      <w:szCs w:val="20"/>
                      <w:rtl/>
                    </w:rPr>
                  </w:pPr>
                </w:p>
                <w:p w14:paraId="423475F4" w14:textId="77777777" w:rsidR="003804EE" w:rsidRPr="006D446A" w:rsidRDefault="003804EE" w:rsidP="00DC348F">
                  <w:pPr>
                    <w:framePr w:hSpace="180" w:wrap="around" w:vAnchor="page" w:hAnchor="page" w:x="606" w:y="539"/>
                    <w:bidi/>
                    <w:rPr>
                      <w:rFonts w:ascii="Arial Narrow" w:hAnsi="Arial Narrow" w:cs="Calibri"/>
                      <w:b/>
                      <w:sz w:val="20"/>
                      <w:szCs w:val="20"/>
                    </w:rPr>
                  </w:pPr>
                </w:p>
                <w:p w14:paraId="578E2A51" w14:textId="199A1472" w:rsidR="003804EE" w:rsidRPr="003804EE" w:rsidRDefault="003804EE" w:rsidP="00DC348F">
                  <w:pPr>
                    <w:framePr w:hSpace="180" w:wrap="around" w:vAnchor="page" w:hAnchor="page" w:x="606" w:y="539"/>
                    <w:bidi/>
                    <w:jc w:val="both"/>
                    <w:rPr>
                      <w:rFonts w:ascii="Arial Narrow" w:hAnsi="Arial Narrow" w:cs="Arial"/>
                      <w:bCs/>
                      <w:sz w:val="22"/>
                      <w:szCs w:val="22"/>
                      <w:lang w:val="en-GB"/>
                    </w:rPr>
                  </w:pPr>
                  <w:r w:rsidRPr="006D446A">
                    <w:rPr>
                      <w:rFonts w:ascii="Arial Narrow" w:hAnsi="Arial Narrow"/>
                      <w:bCs/>
                      <w:sz w:val="20"/>
                      <w:szCs w:val="20"/>
                      <w:rtl/>
                      <w:lang w:val="en-GB"/>
                    </w:rPr>
                    <w:t>ملاحظة:</w:t>
                  </w:r>
                  <w:r w:rsidRPr="006D446A">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6D446A">
                    <w:rPr>
                      <w:rFonts w:ascii="Arial Narrow" w:hAnsi="Arial Narrow" w:cstheme="minorHAnsi"/>
                      <w:b/>
                      <w:sz w:val="20"/>
                      <w:szCs w:val="20"/>
                      <w:rtl/>
                      <w:lang w:val="en-GB"/>
                    </w:rPr>
                    <w:t>(</w:t>
                  </w:r>
                  <w:r w:rsidRPr="006D446A">
                    <w:rPr>
                      <w:rFonts w:ascii="Arial Narrow" w:hAnsi="Arial Narrow"/>
                      <w:b/>
                      <w:sz w:val="20"/>
                      <w:szCs w:val="20"/>
                      <w:rtl/>
                      <w:lang w:val="en-GB"/>
                    </w:rPr>
                    <w:t>مثل التماس أو قبول أو محاولة تقديم أو قبول أي رشاوي</w:t>
                  </w:r>
                  <w:r w:rsidRPr="006D446A">
                    <w:rPr>
                      <w:rFonts w:ascii="Arial Narrow" w:hAnsi="Arial Narrow" w:cstheme="minorHAnsi"/>
                      <w:b/>
                      <w:sz w:val="20"/>
                      <w:szCs w:val="20"/>
                      <w:rtl/>
                      <w:lang w:val="en-GB"/>
                    </w:rPr>
                    <w:t xml:space="preserve">) </w:t>
                  </w:r>
                  <w:r w:rsidRPr="006D446A">
                    <w:rPr>
                      <w:rFonts w:ascii="Arial Narrow" w:hAnsi="Arial Narrow"/>
                      <w:b/>
                      <w:sz w:val="20"/>
                      <w:szCs w:val="20"/>
                      <w:rtl/>
                      <w:lang w:val="en-GB"/>
                    </w:rPr>
                    <w:t>أثناء عملية المناقصة، يرجى الاتصال برقم الهاتف</w:t>
                  </w:r>
                  <w:r w:rsidRPr="006D446A">
                    <w:rPr>
                      <w:rFonts w:ascii="Arial Narrow" w:hAnsi="Arial Narrow" w:cstheme="minorHAnsi"/>
                      <w:b/>
                      <w:sz w:val="20"/>
                      <w:szCs w:val="20"/>
                      <w:rtl/>
                      <w:lang w:val="en-GB"/>
                    </w:rPr>
                    <w:t>/</w:t>
                  </w:r>
                  <w:r w:rsidR="00CE7EBB">
                    <w:rPr>
                      <w:rFonts w:ascii="Arial Narrow" w:hAnsi="Arial Narrow"/>
                      <w:b/>
                      <w:sz w:val="20"/>
                      <w:szCs w:val="20"/>
                      <w:lang w:val="en-GB"/>
                    </w:rPr>
                    <w:t xml:space="preserve"> </w:t>
                  </w:r>
                  <w:r w:rsidR="00CE7EBB">
                    <w:rPr>
                      <w:rFonts w:ascii="Arial Narrow" w:hAnsi="Arial Narrow" w:cs="Arial"/>
                      <w:bCs/>
                      <w:iCs/>
                      <w:color w:val="000000"/>
                      <w:sz w:val="20"/>
                      <w:szCs w:val="20"/>
                      <w:shd w:val="clear" w:color="auto" w:fill="FFFFFF"/>
                      <w:lang w:val="en-GB"/>
                    </w:rPr>
                    <w:t xml:space="preserve">+33 6 07 22 46 28 </w:t>
                  </w:r>
                  <w:r w:rsidR="00CE7EBB">
                    <w:rPr>
                      <w:rFonts w:ascii="Arial Narrow" w:hAnsi="Arial Narrow" w:cstheme="minorHAnsi"/>
                      <w:b/>
                      <w:sz w:val="20"/>
                      <w:szCs w:val="20"/>
                      <w:rtl/>
                      <w:lang w:val="en-GB"/>
                    </w:rPr>
                    <w:t>/</w:t>
                  </w:r>
                  <w:r w:rsidRPr="006D446A">
                    <w:rPr>
                      <w:rFonts w:ascii="Arial Narrow" w:hAnsi="Arial Narrow"/>
                      <w:b/>
                      <w:sz w:val="20"/>
                      <w:szCs w:val="20"/>
                      <w:rtl/>
                      <w:lang w:val="en-GB"/>
                    </w:rPr>
                    <w:t xml:space="preserve">أو إرسال بريد إلكتروني إلى </w:t>
                  </w:r>
                  <w:hyperlink r:id="rId21" w:history="1">
                    <w:r w:rsidRPr="00C32937">
                      <w:rPr>
                        <w:rStyle w:val="Hyperlink"/>
                        <w:rFonts w:ascii="Arial Narrow" w:hAnsi="Arial Narrow" w:cstheme="minorHAnsi"/>
                        <w:sz w:val="22"/>
                        <w:szCs w:val="22"/>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00F6589E">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EB41C6">
      <w:footerReference w:type="default" r:id="rId22"/>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E7FF6" w14:textId="77777777" w:rsidR="00EB41C6" w:rsidRDefault="00EB41C6">
      <w:r>
        <w:separator/>
      </w:r>
    </w:p>
  </w:endnote>
  <w:endnote w:type="continuationSeparator" w:id="0">
    <w:p w14:paraId="43503A6A" w14:textId="77777777" w:rsidR="00EB41C6" w:rsidRDefault="00EB4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EndPr/>
    <w:sdtContent>
      <w:sdt>
        <w:sdtPr>
          <w:id w:val="1728636285"/>
          <w:docPartObj>
            <w:docPartGallery w:val="Page Numbers (Top of Page)"/>
            <w:docPartUnique/>
          </w:docPartObj>
        </w:sdtPr>
        <w:sdtEndPr/>
        <w:sdtContent>
          <w:p w14:paraId="05C38744" w14:textId="77777777" w:rsidR="00585123" w:rsidRDefault="00585123">
            <w:pPr>
              <w:pStyle w:val="Footer"/>
              <w:jc w:val="center"/>
              <w:rPr>
                <w:rtl/>
              </w:rPr>
            </w:pPr>
          </w:p>
          <w:p w14:paraId="315EE6CC" w14:textId="00EFACC4"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16ED26F1" w:rsidR="001E0599" w:rsidRDefault="00296A6F">
            <w:pPr>
              <w:pStyle w:val="Footer"/>
              <w:jc w:val="center"/>
            </w:pP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A06CA" w14:textId="77777777" w:rsidR="00EB41C6" w:rsidRDefault="00EB41C6">
      <w:r>
        <w:separator/>
      </w:r>
    </w:p>
  </w:footnote>
  <w:footnote w:type="continuationSeparator" w:id="0">
    <w:p w14:paraId="731D2ABB" w14:textId="77777777" w:rsidR="00EB41C6" w:rsidRDefault="00EB41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ar-SA"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6" w:nlCheck="1" w:checkStyle="0"/>
  <w:activeWritingStyle w:appName="MSWord" w:lang="fr-FR" w:vendorID="64" w:dllVersion="4096" w:nlCheck="1" w:checkStyle="0"/>
  <w:activeWritingStyle w:appName="MSWord" w:lang="ar-YE" w:vendorID="64" w:dllVersion="6" w:nlCheck="1" w:checkStyle="0"/>
  <w:activeWritingStyle w:appName="MSWord" w:lang="ar-AE" w:vendorID="64" w:dllVersion="6" w:nlCheck="1" w:checkStyle="0"/>
  <w:activeWritingStyle w:appName="MSWord" w:lang="es-BO" w:vendorID="64" w:dllVersion="4096" w:nlCheck="1" w:checkStyle="0"/>
  <w:activeWritingStyle w:appName="MSWord" w:lang="ar-JO" w:vendorID="64" w:dllVersion="6" w:nlCheck="1" w:checkStyle="0"/>
  <w:activeWritingStyle w:appName="MSWord" w:lang="ru-RU" w:vendorID="64" w:dllVersion="6" w:nlCheck="1" w:checkStyle="0"/>
  <w:activeWritingStyle w:appName="MSWord" w:lang="ar-SA" w:vendorID="64" w:dllVersion="4096" w:nlCheck="1" w:checkStyle="0"/>
  <w:activeWritingStyle w:appName="MSWord" w:lang="ar-JO" w:vendorID="64" w:dllVersion="4096" w:nlCheck="1" w:checkStyle="0"/>
  <w:activeWritingStyle w:appName="MSWord" w:lang="ar-YE"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CA" w:vendorID="64" w:dllVersion="4096" w:nlCheck="1" w:checkStyle="0"/>
  <w:activeWritingStyle w:appName="MSWord" w:lang="en-CA" w:vendorID="64" w:dllVersion="0" w:nlCheck="1" w:checkStyle="0"/>
  <w:activeWritingStyle w:appName="MSWord" w:lang="ar-YE" w:vendorID="64" w:dllVersion="0" w:nlCheck="1" w:checkStyle="0"/>
  <w:activeWritingStyle w:appName="MSWord" w:lang="ar-JO" w:vendorID="64" w:dllVersion="0" w:nlCheck="1" w:checkStyle="0"/>
  <w:activeWritingStyle w:appName="MSWord" w:lang="ar-SA"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0196"/>
    <w:rsid w:val="00002488"/>
    <w:rsid w:val="00003B3C"/>
    <w:rsid w:val="0001497F"/>
    <w:rsid w:val="000155E2"/>
    <w:rsid w:val="00017145"/>
    <w:rsid w:val="000173C0"/>
    <w:rsid w:val="0002601C"/>
    <w:rsid w:val="0002641F"/>
    <w:rsid w:val="0003032E"/>
    <w:rsid w:val="00032B39"/>
    <w:rsid w:val="00033240"/>
    <w:rsid w:val="000337E1"/>
    <w:rsid w:val="00033821"/>
    <w:rsid w:val="00033CD3"/>
    <w:rsid w:val="00033F74"/>
    <w:rsid w:val="000356D0"/>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8B7"/>
    <w:rsid w:val="00075E9D"/>
    <w:rsid w:val="00077F34"/>
    <w:rsid w:val="00083496"/>
    <w:rsid w:val="00083EA0"/>
    <w:rsid w:val="0008693A"/>
    <w:rsid w:val="000872CC"/>
    <w:rsid w:val="000879E2"/>
    <w:rsid w:val="00090091"/>
    <w:rsid w:val="00091D18"/>
    <w:rsid w:val="000927DE"/>
    <w:rsid w:val="00094686"/>
    <w:rsid w:val="000A08BE"/>
    <w:rsid w:val="000A1272"/>
    <w:rsid w:val="000A388A"/>
    <w:rsid w:val="000A4FDB"/>
    <w:rsid w:val="000A56F9"/>
    <w:rsid w:val="000B2BCD"/>
    <w:rsid w:val="000B43D3"/>
    <w:rsid w:val="000B6966"/>
    <w:rsid w:val="000C0F56"/>
    <w:rsid w:val="000C1297"/>
    <w:rsid w:val="000C66C8"/>
    <w:rsid w:val="000C6940"/>
    <w:rsid w:val="000D07AA"/>
    <w:rsid w:val="000D2724"/>
    <w:rsid w:val="000D2CD3"/>
    <w:rsid w:val="000D3110"/>
    <w:rsid w:val="000E5C93"/>
    <w:rsid w:val="000E738D"/>
    <w:rsid w:val="000F1911"/>
    <w:rsid w:val="000F71D5"/>
    <w:rsid w:val="00100E7A"/>
    <w:rsid w:val="0010146E"/>
    <w:rsid w:val="001059DC"/>
    <w:rsid w:val="00106205"/>
    <w:rsid w:val="0011129A"/>
    <w:rsid w:val="00114422"/>
    <w:rsid w:val="00117373"/>
    <w:rsid w:val="00117D3F"/>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41A8"/>
    <w:rsid w:val="00146C95"/>
    <w:rsid w:val="00146F51"/>
    <w:rsid w:val="001502AF"/>
    <w:rsid w:val="0015063D"/>
    <w:rsid w:val="00160700"/>
    <w:rsid w:val="0016204A"/>
    <w:rsid w:val="0016218B"/>
    <w:rsid w:val="00164401"/>
    <w:rsid w:val="0017461D"/>
    <w:rsid w:val="00181DB0"/>
    <w:rsid w:val="001853BC"/>
    <w:rsid w:val="0018585A"/>
    <w:rsid w:val="00190559"/>
    <w:rsid w:val="001A046F"/>
    <w:rsid w:val="001A117A"/>
    <w:rsid w:val="001A14CE"/>
    <w:rsid w:val="001A56F1"/>
    <w:rsid w:val="001B4A62"/>
    <w:rsid w:val="001B5C85"/>
    <w:rsid w:val="001B769B"/>
    <w:rsid w:val="001C2802"/>
    <w:rsid w:val="001C364F"/>
    <w:rsid w:val="001D2A88"/>
    <w:rsid w:val="001D5057"/>
    <w:rsid w:val="001D6099"/>
    <w:rsid w:val="001D7E24"/>
    <w:rsid w:val="001E0599"/>
    <w:rsid w:val="001E071C"/>
    <w:rsid w:val="001E294B"/>
    <w:rsid w:val="001E358A"/>
    <w:rsid w:val="001E3C98"/>
    <w:rsid w:val="001E3FA4"/>
    <w:rsid w:val="001E5363"/>
    <w:rsid w:val="001F0D43"/>
    <w:rsid w:val="001F1B82"/>
    <w:rsid w:val="001F2B3E"/>
    <w:rsid w:val="001F568B"/>
    <w:rsid w:val="001F6160"/>
    <w:rsid w:val="001F626D"/>
    <w:rsid w:val="0020436B"/>
    <w:rsid w:val="00204DAD"/>
    <w:rsid w:val="00204EE1"/>
    <w:rsid w:val="00206446"/>
    <w:rsid w:val="002107A6"/>
    <w:rsid w:val="002108B3"/>
    <w:rsid w:val="002113FF"/>
    <w:rsid w:val="00214397"/>
    <w:rsid w:val="0021444D"/>
    <w:rsid w:val="002220C0"/>
    <w:rsid w:val="002232D3"/>
    <w:rsid w:val="00226893"/>
    <w:rsid w:val="00227ADD"/>
    <w:rsid w:val="00232B49"/>
    <w:rsid w:val="00234CCD"/>
    <w:rsid w:val="00234DB1"/>
    <w:rsid w:val="002354A1"/>
    <w:rsid w:val="00237757"/>
    <w:rsid w:val="0024474E"/>
    <w:rsid w:val="002564BD"/>
    <w:rsid w:val="00257472"/>
    <w:rsid w:val="00257DA4"/>
    <w:rsid w:val="00263EBD"/>
    <w:rsid w:val="002645EE"/>
    <w:rsid w:val="00264BCE"/>
    <w:rsid w:val="00267783"/>
    <w:rsid w:val="00267BC6"/>
    <w:rsid w:val="00271751"/>
    <w:rsid w:val="002719C5"/>
    <w:rsid w:val="00272E6A"/>
    <w:rsid w:val="00272F33"/>
    <w:rsid w:val="00274568"/>
    <w:rsid w:val="00276DB5"/>
    <w:rsid w:val="00277C7B"/>
    <w:rsid w:val="00280EF1"/>
    <w:rsid w:val="002825E5"/>
    <w:rsid w:val="00282CE4"/>
    <w:rsid w:val="00283BDE"/>
    <w:rsid w:val="0028625A"/>
    <w:rsid w:val="00287F7C"/>
    <w:rsid w:val="00291D72"/>
    <w:rsid w:val="002924C8"/>
    <w:rsid w:val="00295331"/>
    <w:rsid w:val="002954F2"/>
    <w:rsid w:val="002958F3"/>
    <w:rsid w:val="00296A6F"/>
    <w:rsid w:val="002973A5"/>
    <w:rsid w:val="00297A37"/>
    <w:rsid w:val="002A3C1E"/>
    <w:rsid w:val="002A71B1"/>
    <w:rsid w:val="002B17D9"/>
    <w:rsid w:val="002B234D"/>
    <w:rsid w:val="002B47D0"/>
    <w:rsid w:val="002B59B5"/>
    <w:rsid w:val="002C041A"/>
    <w:rsid w:val="002C1B17"/>
    <w:rsid w:val="002C55B0"/>
    <w:rsid w:val="002C7A27"/>
    <w:rsid w:val="002D313E"/>
    <w:rsid w:val="002D5EF5"/>
    <w:rsid w:val="002D7B01"/>
    <w:rsid w:val="002E065B"/>
    <w:rsid w:val="002E0C3F"/>
    <w:rsid w:val="002E1221"/>
    <w:rsid w:val="002E361D"/>
    <w:rsid w:val="002E48B6"/>
    <w:rsid w:val="002E52B5"/>
    <w:rsid w:val="002F2578"/>
    <w:rsid w:val="002F42BF"/>
    <w:rsid w:val="0030000F"/>
    <w:rsid w:val="00301144"/>
    <w:rsid w:val="00301900"/>
    <w:rsid w:val="003032D7"/>
    <w:rsid w:val="00306C8D"/>
    <w:rsid w:val="00307CAB"/>
    <w:rsid w:val="0031141C"/>
    <w:rsid w:val="003124CE"/>
    <w:rsid w:val="00312607"/>
    <w:rsid w:val="003156E0"/>
    <w:rsid w:val="00317681"/>
    <w:rsid w:val="00321194"/>
    <w:rsid w:val="003277DF"/>
    <w:rsid w:val="0033033E"/>
    <w:rsid w:val="00330DB2"/>
    <w:rsid w:val="00333FD0"/>
    <w:rsid w:val="003362AC"/>
    <w:rsid w:val="00341849"/>
    <w:rsid w:val="00345335"/>
    <w:rsid w:val="00346C71"/>
    <w:rsid w:val="00346FE1"/>
    <w:rsid w:val="00350732"/>
    <w:rsid w:val="00350ECE"/>
    <w:rsid w:val="003567E1"/>
    <w:rsid w:val="00364DBE"/>
    <w:rsid w:val="003669EC"/>
    <w:rsid w:val="003671E0"/>
    <w:rsid w:val="00370949"/>
    <w:rsid w:val="00377043"/>
    <w:rsid w:val="003804EE"/>
    <w:rsid w:val="00380A41"/>
    <w:rsid w:val="003828EC"/>
    <w:rsid w:val="00383E8E"/>
    <w:rsid w:val="00387CC0"/>
    <w:rsid w:val="00391E16"/>
    <w:rsid w:val="0039332B"/>
    <w:rsid w:val="00394A54"/>
    <w:rsid w:val="00394AEB"/>
    <w:rsid w:val="00394C63"/>
    <w:rsid w:val="003A1FA1"/>
    <w:rsid w:val="003A4B7C"/>
    <w:rsid w:val="003A5F11"/>
    <w:rsid w:val="003A6124"/>
    <w:rsid w:val="003A6502"/>
    <w:rsid w:val="003B00CF"/>
    <w:rsid w:val="003B224D"/>
    <w:rsid w:val="003B4072"/>
    <w:rsid w:val="003B44C2"/>
    <w:rsid w:val="003C3D0B"/>
    <w:rsid w:val="003C64C5"/>
    <w:rsid w:val="003C72E8"/>
    <w:rsid w:val="003D7A0E"/>
    <w:rsid w:val="003E3A24"/>
    <w:rsid w:val="003E6699"/>
    <w:rsid w:val="003F6242"/>
    <w:rsid w:val="003F703B"/>
    <w:rsid w:val="003F7889"/>
    <w:rsid w:val="00400049"/>
    <w:rsid w:val="0040346E"/>
    <w:rsid w:val="0040522A"/>
    <w:rsid w:val="00412599"/>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6FB3"/>
    <w:rsid w:val="00471D58"/>
    <w:rsid w:val="00472824"/>
    <w:rsid w:val="00472E68"/>
    <w:rsid w:val="00474C87"/>
    <w:rsid w:val="004758D4"/>
    <w:rsid w:val="004759C9"/>
    <w:rsid w:val="004816DA"/>
    <w:rsid w:val="00483FC8"/>
    <w:rsid w:val="00484772"/>
    <w:rsid w:val="00494970"/>
    <w:rsid w:val="00496A70"/>
    <w:rsid w:val="004977D3"/>
    <w:rsid w:val="004A1CE4"/>
    <w:rsid w:val="004A343E"/>
    <w:rsid w:val="004A38CC"/>
    <w:rsid w:val="004A40D0"/>
    <w:rsid w:val="004A7BA1"/>
    <w:rsid w:val="004B1FA1"/>
    <w:rsid w:val="004B1FE3"/>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F20AF"/>
    <w:rsid w:val="004F4530"/>
    <w:rsid w:val="004F479E"/>
    <w:rsid w:val="004F4B4C"/>
    <w:rsid w:val="004F7228"/>
    <w:rsid w:val="00501BBA"/>
    <w:rsid w:val="0050304C"/>
    <w:rsid w:val="005043B8"/>
    <w:rsid w:val="00506941"/>
    <w:rsid w:val="00510D0D"/>
    <w:rsid w:val="005118A0"/>
    <w:rsid w:val="0051645D"/>
    <w:rsid w:val="00520EA6"/>
    <w:rsid w:val="00525F9C"/>
    <w:rsid w:val="00526C56"/>
    <w:rsid w:val="00527F25"/>
    <w:rsid w:val="0053108E"/>
    <w:rsid w:val="005310AB"/>
    <w:rsid w:val="00531D29"/>
    <w:rsid w:val="00532431"/>
    <w:rsid w:val="00534064"/>
    <w:rsid w:val="00534697"/>
    <w:rsid w:val="00534AC5"/>
    <w:rsid w:val="00534FC3"/>
    <w:rsid w:val="00537001"/>
    <w:rsid w:val="00540032"/>
    <w:rsid w:val="00542AEC"/>
    <w:rsid w:val="00546EF4"/>
    <w:rsid w:val="0055234E"/>
    <w:rsid w:val="00556019"/>
    <w:rsid w:val="005568E4"/>
    <w:rsid w:val="005577DE"/>
    <w:rsid w:val="00561831"/>
    <w:rsid w:val="00561BC1"/>
    <w:rsid w:val="00570212"/>
    <w:rsid w:val="00573A76"/>
    <w:rsid w:val="00577996"/>
    <w:rsid w:val="005817A9"/>
    <w:rsid w:val="00582167"/>
    <w:rsid w:val="00582937"/>
    <w:rsid w:val="00582B46"/>
    <w:rsid w:val="00584719"/>
    <w:rsid w:val="00584FE6"/>
    <w:rsid w:val="00585123"/>
    <w:rsid w:val="005853E9"/>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6D87"/>
    <w:rsid w:val="005C4CBD"/>
    <w:rsid w:val="005C5A7C"/>
    <w:rsid w:val="005D4088"/>
    <w:rsid w:val="005D5C5B"/>
    <w:rsid w:val="005E15BD"/>
    <w:rsid w:val="005E287C"/>
    <w:rsid w:val="005E4476"/>
    <w:rsid w:val="005F3AFF"/>
    <w:rsid w:val="005F56C4"/>
    <w:rsid w:val="00605254"/>
    <w:rsid w:val="006070F1"/>
    <w:rsid w:val="006133AF"/>
    <w:rsid w:val="0061348E"/>
    <w:rsid w:val="00613C5B"/>
    <w:rsid w:val="00613DDE"/>
    <w:rsid w:val="00617BD4"/>
    <w:rsid w:val="00620E93"/>
    <w:rsid w:val="00621B05"/>
    <w:rsid w:val="0062464C"/>
    <w:rsid w:val="0063254C"/>
    <w:rsid w:val="0063773C"/>
    <w:rsid w:val="0064313C"/>
    <w:rsid w:val="00643284"/>
    <w:rsid w:val="00653C79"/>
    <w:rsid w:val="00653CD7"/>
    <w:rsid w:val="00654EB0"/>
    <w:rsid w:val="00656AD4"/>
    <w:rsid w:val="00657CBF"/>
    <w:rsid w:val="006602E3"/>
    <w:rsid w:val="006661C6"/>
    <w:rsid w:val="00676E8E"/>
    <w:rsid w:val="00683BF5"/>
    <w:rsid w:val="00684746"/>
    <w:rsid w:val="0068766A"/>
    <w:rsid w:val="006901B5"/>
    <w:rsid w:val="00690591"/>
    <w:rsid w:val="00690655"/>
    <w:rsid w:val="00693E79"/>
    <w:rsid w:val="006947F3"/>
    <w:rsid w:val="00694986"/>
    <w:rsid w:val="0069598B"/>
    <w:rsid w:val="00696F3B"/>
    <w:rsid w:val="006975FD"/>
    <w:rsid w:val="006A1EC6"/>
    <w:rsid w:val="006A1FA5"/>
    <w:rsid w:val="006A2107"/>
    <w:rsid w:val="006A4D4A"/>
    <w:rsid w:val="006A619C"/>
    <w:rsid w:val="006B06E1"/>
    <w:rsid w:val="006B1892"/>
    <w:rsid w:val="006B2B51"/>
    <w:rsid w:val="006B32E4"/>
    <w:rsid w:val="006B35EA"/>
    <w:rsid w:val="006B4C6E"/>
    <w:rsid w:val="006B4FF1"/>
    <w:rsid w:val="006B6BE0"/>
    <w:rsid w:val="006B6DA3"/>
    <w:rsid w:val="006C2311"/>
    <w:rsid w:val="006C2FA4"/>
    <w:rsid w:val="006C6261"/>
    <w:rsid w:val="006C63BC"/>
    <w:rsid w:val="006D446A"/>
    <w:rsid w:val="006D5796"/>
    <w:rsid w:val="006D6B30"/>
    <w:rsid w:val="006E434E"/>
    <w:rsid w:val="006E516D"/>
    <w:rsid w:val="006F24C7"/>
    <w:rsid w:val="006F2EA2"/>
    <w:rsid w:val="006F4A11"/>
    <w:rsid w:val="00700607"/>
    <w:rsid w:val="007057DE"/>
    <w:rsid w:val="00705DD8"/>
    <w:rsid w:val="00707640"/>
    <w:rsid w:val="00707BED"/>
    <w:rsid w:val="00707C59"/>
    <w:rsid w:val="00710660"/>
    <w:rsid w:val="00710F16"/>
    <w:rsid w:val="00712A67"/>
    <w:rsid w:val="007140CC"/>
    <w:rsid w:val="0071433A"/>
    <w:rsid w:val="0071538C"/>
    <w:rsid w:val="0071738A"/>
    <w:rsid w:val="007226FC"/>
    <w:rsid w:val="00726F33"/>
    <w:rsid w:val="0072727F"/>
    <w:rsid w:val="0073031C"/>
    <w:rsid w:val="00732AC6"/>
    <w:rsid w:val="00733DDE"/>
    <w:rsid w:val="00741128"/>
    <w:rsid w:val="00744B0D"/>
    <w:rsid w:val="00746DC2"/>
    <w:rsid w:val="00751EC1"/>
    <w:rsid w:val="00753B48"/>
    <w:rsid w:val="0075494B"/>
    <w:rsid w:val="00757981"/>
    <w:rsid w:val="0076004C"/>
    <w:rsid w:val="00761AE4"/>
    <w:rsid w:val="007705C2"/>
    <w:rsid w:val="00770AE1"/>
    <w:rsid w:val="00770E9C"/>
    <w:rsid w:val="00771164"/>
    <w:rsid w:val="007765B1"/>
    <w:rsid w:val="007775F2"/>
    <w:rsid w:val="00777E1E"/>
    <w:rsid w:val="00781424"/>
    <w:rsid w:val="007942EA"/>
    <w:rsid w:val="0079638F"/>
    <w:rsid w:val="00796982"/>
    <w:rsid w:val="007A127D"/>
    <w:rsid w:val="007A397C"/>
    <w:rsid w:val="007A5558"/>
    <w:rsid w:val="007B02F9"/>
    <w:rsid w:val="007B4BDA"/>
    <w:rsid w:val="007C511A"/>
    <w:rsid w:val="007D2A82"/>
    <w:rsid w:val="007D42DF"/>
    <w:rsid w:val="007D7D7A"/>
    <w:rsid w:val="007E2CBE"/>
    <w:rsid w:val="007E552F"/>
    <w:rsid w:val="007E5BD7"/>
    <w:rsid w:val="007E616D"/>
    <w:rsid w:val="007E72D3"/>
    <w:rsid w:val="007F1D29"/>
    <w:rsid w:val="007F2ABF"/>
    <w:rsid w:val="007F546A"/>
    <w:rsid w:val="00804A90"/>
    <w:rsid w:val="008059D5"/>
    <w:rsid w:val="0080686B"/>
    <w:rsid w:val="00807100"/>
    <w:rsid w:val="00810CCA"/>
    <w:rsid w:val="008124B7"/>
    <w:rsid w:val="008125CD"/>
    <w:rsid w:val="008135BF"/>
    <w:rsid w:val="008171BE"/>
    <w:rsid w:val="0082003E"/>
    <w:rsid w:val="0082043E"/>
    <w:rsid w:val="008235E8"/>
    <w:rsid w:val="00823B7D"/>
    <w:rsid w:val="008246F0"/>
    <w:rsid w:val="00835186"/>
    <w:rsid w:val="00837B97"/>
    <w:rsid w:val="00844241"/>
    <w:rsid w:val="008449E9"/>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879F8"/>
    <w:rsid w:val="00890041"/>
    <w:rsid w:val="00893C8C"/>
    <w:rsid w:val="008A04BA"/>
    <w:rsid w:val="008A2760"/>
    <w:rsid w:val="008A3A38"/>
    <w:rsid w:val="008A3F72"/>
    <w:rsid w:val="008A6F05"/>
    <w:rsid w:val="008A77E8"/>
    <w:rsid w:val="008B02EC"/>
    <w:rsid w:val="008B18A9"/>
    <w:rsid w:val="008B233D"/>
    <w:rsid w:val="008B24AC"/>
    <w:rsid w:val="008B4C9E"/>
    <w:rsid w:val="008B5DE3"/>
    <w:rsid w:val="008B72C3"/>
    <w:rsid w:val="008B7619"/>
    <w:rsid w:val="008C16D8"/>
    <w:rsid w:val="008C3C50"/>
    <w:rsid w:val="008C3D2B"/>
    <w:rsid w:val="008C4A98"/>
    <w:rsid w:val="008C5988"/>
    <w:rsid w:val="008D02E1"/>
    <w:rsid w:val="008D145C"/>
    <w:rsid w:val="008D2CC6"/>
    <w:rsid w:val="008D4572"/>
    <w:rsid w:val="008D574A"/>
    <w:rsid w:val="008D5F6E"/>
    <w:rsid w:val="008D612D"/>
    <w:rsid w:val="008D61DC"/>
    <w:rsid w:val="008D660F"/>
    <w:rsid w:val="008D763D"/>
    <w:rsid w:val="008E1395"/>
    <w:rsid w:val="008E168B"/>
    <w:rsid w:val="008E520A"/>
    <w:rsid w:val="008E6C7E"/>
    <w:rsid w:val="008F1D16"/>
    <w:rsid w:val="00905897"/>
    <w:rsid w:val="00906020"/>
    <w:rsid w:val="00913C2E"/>
    <w:rsid w:val="00916391"/>
    <w:rsid w:val="009165B4"/>
    <w:rsid w:val="009237FE"/>
    <w:rsid w:val="00923D30"/>
    <w:rsid w:val="00924A4A"/>
    <w:rsid w:val="00925FA3"/>
    <w:rsid w:val="0093117C"/>
    <w:rsid w:val="00934269"/>
    <w:rsid w:val="00935753"/>
    <w:rsid w:val="00940C61"/>
    <w:rsid w:val="0094234C"/>
    <w:rsid w:val="0094236A"/>
    <w:rsid w:val="00942C67"/>
    <w:rsid w:val="00943414"/>
    <w:rsid w:val="00943FD4"/>
    <w:rsid w:val="00944534"/>
    <w:rsid w:val="00944824"/>
    <w:rsid w:val="009449B4"/>
    <w:rsid w:val="0094659F"/>
    <w:rsid w:val="009465E2"/>
    <w:rsid w:val="00950A50"/>
    <w:rsid w:val="00953332"/>
    <w:rsid w:val="00953DE2"/>
    <w:rsid w:val="00954213"/>
    <w:rsid w:val="00960DB6"/>
    <w:rsid w:val="00961C29"/>
    <w:rsid w:val="009636A3"/>
    <w:rsid w:val="00965138"/>
    <w:rsid w:val="009731FB"/>
    <w:rsid w:val="00975AFD"/>
    <w:rsid w:val="00982879"/>
    <w:rsid w:val="00983B3C"/>
    <w:rsid w:val="00986D72"/>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2B98"/>
    <w:rsid w:val="009B300E"/>
    <w:rsid w:val="009B4330"/>
    <w:rsid w:val="009B4E91"/>
    <w:rsid w:val="009B508F"/>
    <w:rsid w:val="009B5722"/>
    <w:rsid w:val="009B5C74"/>
    <w:rsid w:val="009B5E60"/>
    <w:rsid w:val="009C0ACD"/>
    <w:rsid w:val="009C139F"/>
    <w:rsid w:val="009C481A"/>
    <w:rsid w:val="009C653F"/>
    <w:rsid w:val="009C71A2"/>
    <w:rsid w:val="009D250A"/>
    <w:rsid w:val="009D5980"/>
    <w:rsid w:val="009D7BF5"/>
    <w:rsid w:val="009D7E20"/>
    <w:rsid w:val="009E1EBD"/>
    <w:rsid w:val="009E3927"/>
    <w:rsid w:val="009E64B2"/>
    <w:rsid w:val="009E6ED2"/>
    <w:rsid w:val="009F5247"/>
    <w:rsid w:val="00A04728"/>
    <w:rsid w:val="00A07434"/>
    <w:rsid w:val="00A12B66"/>
    <w:rsid w:val="00A13B2C"/>
    <w:rsid w:val="00A20958"/>
    <w:rsid w:val="00A2115A"/>
    <w:rsid w:val="00A2328F"/>
    <w:rsid w:val="00A23D9B"/>
    <w:rsid w:val="00A2416C"/>
    <w:rsid w:val="00A24810"/>
    <w:rsid w:val="00A25890"/>
    <w:rsid w:val="00A27EF1"/>
    <w:rsid w:val="00A301E3"/>
    <w:rsid w:val="00A30384"/>
    <w:rsid w:val="00A30723"/>
    <w:rsid w:val="00A310E9"/>
    <w:rsid w:val="00A316B5"/>
    <w:rsid w:val="00A36D32"/>
    <w:rsid w:val="00A45BE9"/>
    <w:rsid w:val="00A47B41"/>
    <w:rsid w:val="00A53C73"/>
    <w:rsid w:val="00A57DB4"/>
    <w:rsid w:val="00A603F2"/>
    <w:rsid w:val="00A60B72"/>
    <w:rsid w:val="00A66F35"/>
    <w:rsid w:val="00A67405"/>
    <w:rsid w:val="00A713FC"/>
    <w:rsid w:val="00A7199A"/>
    <w:rsid w:val="00A7414F"/>
    <w:rsid w:val="00A74D0D"/>
    <w:rsid w:val="00A76029"/>
    <w:rsid w:val="00A7655F"/>
    <w:rsid w:val="00A76AB2"/>
    <w:rsid w:val="00A77612"/>
    <w:rsid w:val="00A8208D"/>
    <w:rsid w:val="00A8395A"/>
    <w:rsid w:val="00A865CA"/>
    <w:rsid w:val="00A87C00"/>
    <w:rsid w:val="00A926DF"/>
    <w:rsid w:val="00A93F8C"/>
    <w:rsid w:val="00AA0401"/>
    <w:rsid w:val="00AA0CA3"/>
    <w:rsid w:val="00AA140E"/>
    <w:rsid w:val="00AA2525"/>
    <w:rsid w:val="00AA2B3B"/>
    <w:rsid w:val="00AB296F"/>
    <w:rsid w:val="00AB3576"/>
    <w:rsid w:val="00AC2261"/>
    <w:rsid w:val="00AC5B67"/>
    <w:rsid w:val="00AC7BC5"/>
    <w:rsid w:val="00AC7E00"/>
    <w:rsid w:val="00AD1421"/>
    <w:rsid w:val="00AD15BD"/>
    <w:rsid w:val="00AD1E74"/>
    <w:rsid w:val="00AD33BD"/>
    <w:rsid w:val="00AD5374"/>
    <w:rsid w:val="00AD582D"/>
    <w:rsid w:val="00AD5DC1"/>
    <w:rsid w:val="00AD60A9"/>
    <w:rsid w:val="00AD6599"/>
    <w:rsid w:val="00AE0D79"/>
    <w:rsid w:val="00AE2B55"/>
    <w:rsid w:val="00AE30C0"/>
    <w:rsid w:val="00AE4968"/>
    <w:rsid w:val="00AE4A7F"/>
    <w:rsid w:val="00AE796A"/>
    <w:rsid w:val="00AF0176"/>
    <w:rsid w:val="00AF0BB9"/>
    <w:rsid w:val="00AF0ECB"/>
    <w:rsid w:val="00AF244B"/>
    <w:rsid w:val="00AF5C36"/>
    <w:rsid w:val="00B013EB"/>
    <w:rsid w:val="00B02763"/>
    <w:rsid w:val="00B04465"/>
    <w:rsid w:val="00B0577A"/>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D05"/>
    <w:rsid w:val="00B55F08"/>
    <w:rsid w:val="00B61FB0"/>
    <w:rsid w:val="00B64F95"/>
    <w:rsid w:val="00B652CB"/>
    <w:rsid w:val="00B66DEB"/>
    <w:rsid w:val="00B6733C"/>
    <w:rsid w:val="00B72334"/>
    <w:rsid w:val="00B82B02"/>
    <w:rsid w:val="00B8405F"/>
    <w:rsid w:val="00B8574C"/>
    <w:rsid w:val="00B861A2"/>
    <w:rsid w:val="00B87F6D"/>
    <w:rsid w:val="00B93110"/>
    <w:rsid w:val="00B96E99"/>
    <w:rsid w:val="00BA09BB"/>
    <w:rsid w:val="00BA148B"/>
    <w:rsid w:val="00BA19C6"/>
    <w:rsid w:val="00BA373A"/>
    <w:rsid w:val="00BA3C3E"/>
    <w:rsid w:val="00BA3CD2"/>
    <w:rsid w:val="00BB10F7"/>
    <w:rsid w:val="00BB161F"/>
    <w:rsid w:val="00BB534D"/>
    <w:rsid w:val="00BB7151"/>
    <w:rsid w:val="00BC05EB"/>
    <w:rsid w:val="00BC5EF8"/>
    <w:rsid w:val="00BC79AD"/>
    <w:rsid w:val="00BD00BF"/>
    <w:rsid w:val="00BD149B"/>
    <w:rsid w:val="00BD3172"/>
    <w:rsid w:val="00BD5085"/>
    <w:rsid w:val="00BD6DAB"/>
    <w:rsid w:val="00BE28F5"/>
    <w:rsid w:val="00BE2FCE"/>
    <w:rsid w:val="00BE3EA7"/>
    <w:rsid w:val="00BE3F51"/>
    <w:rsid w:val="00BE5255"/>
    <w:rsid w:val="00BE5C89"/>
    <w:rsid w:val="00BE6DC4"/>
    <w:rsid w:val="00BF0096"/>
    <w:rsid w:val="00BF46CB"/>
    <w:rsid w:val="00BF4A0F"/>
    <w:rsid w:val="00BF4F22"/>
    <w:rsid w:val="00BF69EC"/>
    <w:rsid w:val="00BF70BC"/>
    <w:rsid w:val="00BF7844"/>
    <w:rsid w:val="00C0146F"/>
    <w:rsid w:val="00C01EE6"/>
    <w:rsid w:val="00C17C45"/>
    <w:rsid w:val="00C17C87"/>
    <w:rsid w:val="00C2287B"/>
    <w:rsid w:val="00C244E7"/>
    <w:rsid w:val="00C30885"/>
    <w:rsid w:val="00C32937"/>
    <w:rsid w:val="00C33610"/>
    <w:rsid w:val="00C35613"/>
    <w:rsid w:val="00C3642B"/>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1595"/>
    <w:rsid w:val="00C81E8B"/>
    <w:rsid w:val="00C8281B"/>
    <w:rsid w:val="00C8696F"/>
    <w:rsid w:val="00C879DE"/>
    <w:rsid w:val="00C90F81"/>
    <w:rsid w:val="00C91EE7"/>
    <w:rsid w:val="00C92B94"/>
    <w:rsid w:val="00C948CF"/>
    <w:rsid w:val="00C95000"/>
    <w:rsid w:val="00C97CE0"/>
    <w:rsid w:val="00CA0091"/>
    <w:rsid w:val="00CA1660"/>
    <w:rsid w:val="00CA61D9"/>
    <w:rsid w:val="00CA7AFE"/>
    <w:rsid w:val="00CB6519"/>
    <w:rsid w:val="00CC149F"/>
    <w:rsid w:val="00CC18B4"/>
    <w:rsid w:val="00CC7EC7"/>
    <w:rsid w:val="00CD02E2"/>
    <w:rsid w:val="00CD1D72"/>
    <w:rsid w:val="00CD3AF5"/>
    <w:rsid w:val="00CD4DC1"/>
    <w:rsid w:val="00CE0539"/>
    <w:rsid w:val="00CE0E2A"/>
    <w:rsid w:val="00CE1CCF"/>
    <w:rsid w:val="00CE25DB"/>
    <w:rsid w:val="00CE2770"/>
    <w:rsid w:val="00CE27DF"/>
    <w:rsid w:val="00CE3BFB"/>
    <w:rsid w:val="00CE3C9E"/>
    <w:rsid w:val="00CE6429"/>
    <w:rsid w:val="00CE7EBB"/>
    <w:rsid w:val="00CF23E2"/>
    <w:rsid w:val="00CF56C8"/>
    <w:rsid w:val="00D02BA8"/>
    <w:rsid w:val="00D038C7"/>
    <w:rsid w:val="00D0540B"/>
    <w:rsid w:val="00D10A8A"/>
    <w:rsid w:val="00D12893"/>
    <w:rsid w:val="00D13181"/>
    <w:rsid w:val="00D1377E"/>
    <w:rsid w:val="00D1415C"/>
    <w:rsid w:val="00D15E1D"/>
    <w:rsid w:val="00D230F5"/>
    <w:rsid w:val="00D24FE0"/>
    <w:rsid w:val="00D2595B"/>
    <w:rsid w:val="00D27CCE"/>
    <w:rsid w:val="00D31576"/>
    <w:rsid w:val="00D32C1E"/>
    <w:rsid w:val="00D33613"/>
    <w:rsid w:val="00D35DB0"/>
    <w:rsid w:val="00D360A3"/>
    <w:rsid w:val="00D36C77"/>
    <w:rsid w:val="00D378AB"/>
    <w:rsid w:val="00D40DDB"/>
    <w:rsid w:val="00D530B7"/>
    <w:rsid w:val="00D60E78"/>
    <w:rsid w:val="00D6544A"/>
    <w:rsid w:val="00D6599F"/>
    <w:rsid w:val="00D65ECC"/>
    <w:rsid w:val="00D669F6"/>
    <w:rsid w:val="00D73EA7"/>
    <w:rsid w:val="00D75120"/>
    <w:rsid w:val="00D75B3E"/>
    <w:rsid w:val="00D76AF0"/>
    <w:rsid w:val="00D76E8A"/>
    <w:rsid w:val="00D94040"/>
    <w:rsid w:val="00D97D9B"/>
    <w:rsid w:val="00DA064A"/>
    <w:rsid w:val="00DA0A9A"/>
    <w:rsid w:val="00DA5A02"/>
    <w:rsid w:val="00DA7FDB"/>
    <w:rsid w:val="00DB054F"/>
    <w:rsid w:val="00DC2369"/>
    <w:rsid w:val="00DC348F"/>
    <w:rsid w:val="00DC570B"/>
    <w:rsid w:val="00DC662B"/>
    <w:rsid w:val="00DC723B"/>
    <w:rsid w:val="00DC7753"/>
    <w:rsid w:val="00DC7944"/>
    <w:rsid w:val="00DD3BF7"/>
    <w:rsid w:val="00DD6229"/>
    <w:rsid w:val="00DE1176"/>
    <w:rsid w:val="00DE3A14"/>
    <w:rsid w:val="00DE48D3"/>
    <w:rsid w:val="00DE5FB2"/>
    <w:rsid w:val="00DF05F6"/>
    <w:rsid w:val="00E02ED5"/>
    <w:rsid w:val="00E050E5"/>
    <w:rsid w:val="00E06A7B"/>
    <w:rsid w:val="00E11074"/>
    <w:rsid w:val="00E111DB"/>
    <w:rsid w:val="00E13F5D"/>
    <w:rsid w:val="00E14A55"/>
    <w:rsid w:val="00E2346B"/>
    <w:rsid w:val="00E30A91"/>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20F0"/>
    <w:rsid w:val="00E7261B"/>
    <w:rsid w:val="00E733D4"/>
    <w:rsid w:val="00E73E84"/>
    <w:rsid w:val="00E7631D"/>
    <w:rsid w:val="00E774D4"/>
    <w:rsid w:val="00E84398"/>
    <w:rsid w:val="00E84E18"/>
    <w:rsid w:val="00E904EF"/>
    <w:rsid w:val="00E90D8F"/>
    <w:rsid w:val="00E94E89"/>
    <w:rsid w:val="00E95948"/>
    <w:rsid w:val="00E97699"/>
    <w:rsid w:val="00E976D5"/>
    <w:rsid w:val="00EA1027"/>
    <w:rsid w:val="00EA21F3"/>
    <w:rsid w:val="00EA41BA"/>
    <w:rsid w:val="00EA41FA"/>
    <w:rsid w:val="00EA7171"/>
    <w:rsid w:val="00EB2B81"/>
    <w:rsid w:val="00EB41C6"/>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F0C15"/>
    <w:rsid w:val="00EF1BE5"/>
    <w:rsid w:val="00EF5412"/>
    <w:rsid w:val="00EF73EC"/>
    <w:rsid w:val="00F026D0"/>
    <w:rsid w:val="00F06E07"/>
    <w:rsid w:val="00F07C3B"/>
    <w:rsid w:val="00F11F1E"/>
    <w:rsid w:val="00F217A5"/>
    <w:rsid w:val="00F2306B"/>
    <w:rsid w:val="00F2310A"/>
    <w:rsid w:val="00F305EE"/>
    <w:rsid w:val="00F30633"/>
    <w:rsid w:val="00F31C66"/>
    <w:rsid w:val="00F33024"/>
    <w:rsid w:val="00F347E2"/>
    <w:rsid w:val="00F35AD0"/>
    <w:rsid w:val="00F420C8"/>
    <w:rsid w:val="00F42E56"/>
    <w:rsid w:val="00F4443F"/>
    <w:rsid w:val="00F4464F"/>
    <w:rsid w:val="00F5052C"/>
    <w:rsid w:val="00F52519"/>
    <w:rsid w:val="00F53143"/>
    <w:rsid w:val="00F5513C"/>
    <w:rsid w:val="00F62A84"/>
    <w:rsid w:val="00F631DF"/>
    <w:rsid w:val="00F63330"/>
    <w:rsid w:val="00F6589E"/>
    <w:rsid w:val="00F66A46"/>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6911"/>
    <w:rsid w:val="00FB5C1A"/>
    <w:rsid w:val="00FB679B"/>
    <w:rsid w:val="00FB7CDB"/>
    <w:rsid w:val="00FC1B15"/>
    <w:rsid w:val="00FC3DBD"/>
    <w:rsid w:val="00FC68FD"/>
    <w:rsid w:val="00FC6B45"/>
    <w:rsid w:val="00FD1D1E"/>
    <w:rsid w:val="00FD20B1"/>
    <w:rsid w:val="00FD3547"/>
    <w:rsid w:val="00FE1A0E"/>
    <w:rsid w:val="00FE1A61"/>
    <w:rsid w:val="00FE1AFE"/>
    <w:rsid w:val="00FE2901"/>
    <w:rsid w:val="00FE5471"/>
    <w:rsid w:val="00FE5AB8"/>
    <w:rsid w:val="00FE5B30"/>
    <w:rsid w:val="00FE6051"/>
    <w:rsid w:val="00FE7D3D"/>
    <w:rsid w:val="00FF3C30"/>
    <w:rsid w:val="00FF49D4"/>
    <w:rsid w:val="00FF4A1B"/>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63D11F26-62F5-4A45-88E7-13FD4CCC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2EA2"/>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yemen.tender@acted.org" TargetMode="External"/><Relationship Id="rId3" Type="http://schemas.openxmlformats.org/officeDocument/2006/relationships/customXml" Target="../customXml/item3.xml"/><Relationship Id="rId21" Type="http://schemas.openxmlformats.org/officeDocument/2006/relationships/hyperlink" Target="mailto:transparency@acted.org"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hyperlink" Target="mailto:tender@acte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ender@acted.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tender@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a22bc90b0d0dbc1e4d212c748e84a98c">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c3465dc45c893988d585e4c5a808860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104684-5AAC-4402-B621-16819A9AEC32}">
  <ds:schemaRefs>
    <ds:schemaRef ds:uri="fab42e1c-ff85-4c56-a8f6-8e54552b2481"/>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purl.org/dc/terms/"/>
    <ds:schemaRef ds:uri="b55ebae8-d2f5-4c1b-bea5-60a9a0e653b1"/>
    <ds:schemaRef ds:uri="http://www.w3.org/XML/1998/namespace"/>
  </ds:schemaRefs>
</ds:datastoreItem>
</file>

<file path=customXml/itemProps2.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3.xml><?xml version="1.0" encoding="utf-8"?>
<ds:datastoreItem xmlns:ds="http://schemas.openxmlformats.org/officeDocument/2006/customXml" ds:itemID="{B561481F-ED7B-44CA-836C-17F6EB57A668}"/>
</file>

<file path=customXml/itemProps4.xml><?xml version="1.0" encoding="utf-8"?>
<ds:datastoreItem xmlns:ds="http://schemas.openxmlformats.org/officeDocument/2006/customXml" ds:itemID="{E789A620-3979-4141-9F5C-588016E8A7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316</TotalTime>
  <Pages>2</Pages>
  <Words>999</Words>
  <Characters>5946</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6932</CharactersWithSpaces>
  <SharedDoc>false</SharedDoc>
  <HLinks>
    <vt:vector size="30" baseType="variant">
      <vt:variant>
        <vt:i4>458791</vt:i4>
      </vt:variant>
      <vt:variant>
        <vt:i4>12</vt:i4>
      </vt:variant>
      <vt:variant>
        <vt:i4>0</vt:i4>
      </vt:variant>
      <vt:variant>
        <vt:i4>5</vt:i4>
      </vt:variant>
      <vt:variant>
        <vt:lpwstr>mailto:tender@acted.org</vt:lpwstr>
      </vt:variant>
      <vt:variant>
        <vt:lpwstr/>
      </vt:variant>
      <vt:variant>
        <vt:i4>8192009</vt:i4>
      </vt:variant>
      <vt:variant>
        <vt:i4>9</vt:i4>
      </vt:variant>
      <vt:variant>
        <vt:i4>0</vt:i4>
      </vt:variant>
      <vt:variant>
        <vt:i4>5</vt:i4>
      </vt:variant>
      <vt:variant>
        <vt:lpwstr>mailto:yemen.tender@acted.org</vt:lpwstr>
      </vt:variant>
      <vt:variant>
        <vt:lpwstr/>
      </vt:variant>
      <vt:variant>
        <vt:i4>458791</vt:i4>
      </vt:variant>
      <vt:variant>
        <vt:i4>6</vt:i4>
      </vt:variant>
      <vt:variant>
        <vt:i4>0</vt:i4>
      </vt:variant>
      <vt:variant>
        <vt:i4>5</vt:i4>
      </vt:variant>
      <vt:variant>
        <vt:lpwstr>mailto:tender@acted.org</vt:lpwstr>
      </vt:variant>
      <vt:variant>
        <vt:lpwstr/>
      </vt:variant>
      <vt:variant>
        <vt:i4>6422640</vt:i4>
      </vt:variant>
      <vt:variant>
        <vt:i4>3</vt:i4>
      </vt:variant>
      <vt:variant>
        <vt:i4>0</vt:i4>
      </vt:variant>
      <vt:variant>
        <vt:i4>5</vt:i4>
      </vt:variant>
      <vt:variant>
        <vt:lpwstr>mailto:</vt:lpwstr>
      </vt:variant>
      <vt:variant>
        <vt:lpwstr/>
      </vt:variant>
      <vt:variant>
        <vt:i4>6553657</vt:i4>
      </vt:variant>
      <vt:variant>
        <vt:i4>0</vt:i4>
      </vt:variant>
      <vt:variant>
        <vt:i4>0</vt:i4>
      </vt:variant>
      <vt:variant>
        <vt:i4>5</vt:i4>
      </vt:variant>
      <vt:variant>
        <vt:lpwstr>https://yemenhr.com/tenders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Rabie NEJAD</cp:lastModifiedBy>
  <cp:revision>53</cp:revision>
  <cp:lastPrinted>2020-01-21T06:38:00Z</cp:lastPrinted>
  <dcterms:created xsi:type="dcterms:W3CDTF">2023-04-18T21:15:00Z</dcterms:created>
  <dcterms:modified xsi:type="dcterms:W3CDTF">2026-01-18T09:21:00Z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